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FCC" w:rsidRDefault="00A45276">
      <w:pPr>
        <w:pStyle w:val="Nombresautores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  <w:lang w:val="en-US" w:eastAsia="en-US"/>
        </w:rPr>
        <w:drawing>
          <wp:inline distT="0" distB="0" distL="0" distR="0">
            <wp:extent cx="2776855" cy="746760"/>
            <wp:effectExtent l="19050" t="0" r="4445" b="0"/>
            <wp:docPr id="1" name="Imagen 1" descr="logo rielac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rielac copia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6855" cy="746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0E69" w:rsidRPr="00E64F92" w:rsidRDefault="00A20E69" w:rsidP="00A20E69">
      <w:pPr>
        <w:pStyle w:val="Ttuloprincipal"/>
        <w:spacing w:after="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Dr. Orestes Llanes Santiago</w:t>
      </w:r>
    </w:p>
    <w:p w:rsidR="00A20E69" w:rsidRPr="00E64F92" w:rsidRDefault="00A20E69" w:rsidP="00A20E69">
      <w:pPr>
        <w:pStyle w:val="Ttuloprincipal"/>
        <w:spacing w:after="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Editor Jefe RIELAC</w:t>
      </w:r>
    </w:p>
    <w:p w:rsidR="00A20E69" w:rsidRDefault="00A20E69" w:rsidP="00A20E69">
      <w:pPr>
        <w:pStyle w:val="Datosautores"/>
      </w:pPr>
    </w:p>
    <w:p w:rsidR="00FC6924" w:rsidRDefault="00A20E69" w:rsidP="00FC6924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Estimado Dr. Llanes-Santiago:</w:t>
      </w:r>
    </w:p>
    <w:p w:rsidR="00A20E69" w:rsidRPr="00E64F92" w:rsidRDefault="00A20E69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FC6924">
        <w:rPr>
          <w:rFonts w:ascii="Arial" w:hAnsi="Arial" w:cs="Arial"/>
          <w:sz w:val="24"/>
          <w:szCs w:val="24"/>
        </w:rPr>
        <w:t>Por medio de la presente estamos  enviándole  una propuesta de contribución  para la Revista Electrónica y Comunicaci</w:t>
      </w:r>
      <w:r w:rsidR="004748C1">
        <w:rPr>
          <w:rFonts w:ascii="Arial" w:hAnsi="Arial" w:cs="Arial"/>
          <w:sz w:val="24"/>
          <w:szCs w:val="24"/>
        </w:rPr>
        <w:t>ones (RIELAC)  con el título:</w:t>
      </w:r>
      <w:r w:rsidRPr="00FC6924">
        <w:rPr>
          <w:rFonts w:ascii="Arial" w:hAnsi="Arial" w:cs="Arial"/>
          <w:sz w:val="24"/>
          <w:szCs w:val="24"/>
        </w:rPr>
        <w:t xml:space="preserve"> </w:t>
      </w:r>
      <w:r w:rsidR="004748C1" w:rsidRPr="004748C1">
        <w:rPr>
          <w:rFonts w:ascii="Arial" w:hAnsi="Arial" w:cs="Arial"/>
          <w:sz w:val="24"/>
          <w:szCs w:val="24"/>
        </w:rPr>
        <w:t xml:space="preserve">Antena omnidireccional tipo arreglo </w:t>
      </w:r>
      <w:proofErr w:type="spellStart"/>
      <w:r w:rsidR="004748C1" w:rsidRPr="004748C1">
        <w:rPr>
          <w:rFonts w:ascii="Arial" w:hAnsi="Arial" w:cs="Arial"/>
          <w:sz w:val="24"/>
          <w:szCs w:val="24"/>
        </w:rPr>
        <w:t>colineal</w:t>
      </w:r>
      <w:proofErr w:type="spellEnd"/>
      <w:r w:rsidR="004748C1" w:rsidRPr="004748C1">
        <w:rPr>
          <w:rFonts w:ascii="Arial" w:hAnsi="Arial" w:cs="Arial"/>
          <w:sz w:val="24"/>
          <w:szCs w:val="24"/>
        </w:rPr>
        <w:t xml:space="preserve"> usando la técnica de microcinta para la banda ISM de 2.4 GHz</w:t>
      </w:r>
      <w:r w:rsidRPr="00E64F92">
        <w:rPr>
          <w:rFonts w:ascii="Arial" w:hAnsi="Arial" w:cs="Arial"/>
          <w:sz w:val="24"/>
          <w:szCs w:val="24"/>
        </w:rPr>
        <w:t>.</w:t>
      </w:r>
    </w:p>
    <w:p w:rsidR="00A20E69" w:rsidRPr="00E64F92" w:rsidRDefault="00A20E69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 xml:space="preserve">Los autores del trabajo certificamos que </w:t>
      </w:r>
      <w:r w:rsidR="00E64F92">
        <w:rPr>
          <w:rFonts w:ascii="Arial" w:hAnsi="Arial" w:cs="Arial"/>
          <w:sz w:val="24"/>
          <w:szCs w:val="24"/>
        </w:rPr>
        <w:t xml:space="preserve">todos hemos trabajado en </w:t>
      </w:r>
      <w:r w:rsidRPr="00E64F92">
        <w:rPr>
          <w:rFonts w:ascii="Arial" w:hAnsi="Arial" w:cs="Arial"/>
          <w:sz w:val="24"/>
          <w:szCs w:val="24"/>
        </w:rPr>
        <w:t>esta propuesta</w:t>
      </w:r>
      <w:r w:rsidR="00B15B70">
        <w:rPr>
          <w:rFonts w:ascii="Arial" w:hAnsi="Arial" w:cs="Arial"/>
          <w:sz w:val="24"/>
          <w:szCs w:val="24"/>
        </w:rPr>
        <w:t>, que la misma</w:t>
      </w:r>
      <w:r w:rsidRPr="00E64F92">
        <w:rPr>
          <w:rFonts w:ascii="Arial" w:hAnsi="Arial" w:cs="Arial"/>
          <w:sz w:val="24"/>
          <w:szCs w:val="24"/>
        </w:rPr>
        <w:t xml:space="preserve"> no ha sido, ni está siendo sometida a la consideración de otra revista y que el trabajo no ha sido publicado con anterioridad.</w:t>
      </w:r>
    </w:p>
    <w:p w:rsidR="00B303DE" w:rsidRPr="00E64F92" w:rsidRDefault="00A20E69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Los aportes fundamentales que se están haciendo en este trabajo son los siguientes:</w:t>
      </w:r>
    </w:p>
    <w:p w:rsidR="004748C1" w:rsidRDefault="004748C1" w:rsidP="004748C1">
      <w:pPr>
        <w:pStyle w:val="Default"/>
        <w:ind w:left="360"/>
      </w:pPr>
    </w:p>
    <w:p w:rsidR="004748C1" w:rsidRDefault="00583B48" w:rsidP="00583B48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4748C1" w:rsidRPr="004748C1">
        <w:rPr>
          <w:rFonts w:ascii="Arial" w:hAnsi="Arial" w:cs="Arial"/>
          <w:sz w:val="24"/>
          <w:szCs w:val="24"/>
        </w:rPr>
        <w:t xml:space="preserve"> </w:t>
      </w:r>
      <w:r w:rsidR="00031532">
        <w:rPr>
          <w:rFonts w:ascii="Arial" w:hAnsi="Arial" w:cs="Arial"/>
          <w:sz w:val="24"/>
          <w:szCs w:val="24"/>
        </w:rPr>
        <w:t>El d</w:t>
      </w:r>
      <w:r w:rsidR="004748C1" w:rsidRPr="004748C1">
        <w:rPr>
          <w:rFonts w:ascii="Arial" w:hAnsi="Arial" w:cs="Arial"/>
          <w:sz w:val="24"/>
          <w:szCs w:val="24"/>
        </w:rPr>
        <w:t xml:space="preserve">iseño </w:t>
      </w:r>
      <w:r>
        <w:rPr>
          <w:rFonts w:ascii="Arial" w:hAnsi="Arial" w:cs="Arial"/>
          <w:sz w:val="24"/>
          <w:szCs w:val="24"/>
        </w:rPr>
        <w:t xml:space="preserve">de </w:t>
      </w:r>
      <w:r w:rsidR="00031532">
        <w:rPr>
          <w:rFonts w:ascii="Arial" w:hAnsi="Arial" w:cs="Arial"/>
          <w:sz w:val="24"/>
          <w:szCs w:val="24"/>
        </w:rPr>
        <w:t>una</w:t>
      </w:r>
      <w:r>
        <w:rPr>
          <w:rFonts w:ascii="Arial" w:hAnsi="Arial" w:cs="Arial"/>
          <w:sz w:val="24"/>
          <w:szCs w:val="24"/>
        </w:rPr>
        <w:t xml:space="preserve"> antena </w:t>
      </w:r>
      <w:r w:rsidR="00031532">
        <w:rPr>
          <w:rFonts w:ascii="Arial" w:hAnsi="Arial" w:cs="Arial"/>
          <w:sz w:val="24"/>
          <w:szCs w:val="24"/>
        </w:rPr>
        <w:t>de microcinta que</w:t>
      </w:r>
      <w:r w:rsidR="004748C1" w:rsidRPr="004748C1">
        <w:rPr>
          <w:rFonts w:ascii="Arial" w:hAnsi="Arial" w:cs="Arial"/>
          <w:sz w:val="24"/>
          <w:szCs w:val="24"/>
        </w:rPr>
        <w:t xml:space="preserve"> transitó por varias etapas en su desarrollo (concepción y </w:t>
      </w:r>
      <w:r w:rsidRPr="004748C1">
        <w:rPr>
          <w:rFonts w:ascii="Arial" w:hAnsi="Arial" w:cs="Arial"/>
          <w:sz w:val="24"/>
          <w:szCs w:val="24"/>
        </w:rPr>
        <w:t>diseño,</w:t>
      </w:r>
      <w:r>
        <w:rPr>
          <w:rFonts w:ascii="Arial" w:hAnsi="Arial" w:cs="Arial"/>
          <w:sz w:val="24"/>
          <w:szCs w:val="24"/>
        </w:rPr>
        <w:t xml:space="preserve"> simulación, construcción</w:t>
      </w:r>
      <w:r w:rsidR="004748C1" w:rsidRPr="004748C1">
        <w:rPr>
          <w:rFonts w:ascii="Arial" w:hAnsi="Arial" w:cs="Arial"/>
          <w:sz w:val="24"/>
          <w:szCs w:val="24"/>
        </w:rPr>
        <w:t xml:space="preserve"> y medición), lo cual permitió en dicho proceso de optimización conocer las particularidades que afectan su comportamiento. </w:t>
      </w:r>
    </w:p>
    <w:p w:rsidR="004748C1" w:rsidRPr="00583B48" w:rsidRDefault="004748C1" w:rsidP="00583B48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p w:rsidR="004748C1" w:rsidRPr="00583B48" w:rsidRDefault="00583B48" w:rsidP="00583B48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Pr="00583B48">
        <w:rPr>
          <w:rFonts w:ascii="Arial" w:hAnsi="Arial" w:cs="Arial"/>
          <w:sz w:val="24"/>
          <w:szCs w:val="24"/>
        </w:rPr>
        <w:t xml:space="preserve"> Se</w:t>
      </w:r>
      <w:r w:rsidR="004748C1" w:rsidRPr="00583B48">
        <w:rPr>
          <w:rFonts w:ascii="Arial" w:hAnsi="Arial" w:cs="Arial"/>
          <w:sz w:val="24"/>
          <w:szCs w:val="24"/>
        </w:rPr>
        <w:t xml:space="preserve"> logró la obtención del diseño de una antena de microcinta omnidireccional con buen ancho de banda, teniendo </w:t>
      </w:r>
      <w:r w:rsidR="00031532">
        <w:rPr>
          <w:rFonts w:ascii="Arial" w:hAnsi="Arial" w:cs="Arial"/>
          <w:sz w:val="24"/>
          <w:szCs w:val="24"/>
        </w:rPr>
        <w:t>como criterio el parámetro ROE.</w:t>
      </w:r>
    </w:p>
    <w:p w:rsidR="004748C1" w:rsidRPr="00583B48" w:rsidRDefault="004748C1" w:rsidP="00583B48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p w:rsidR="004748C1" w:rsidRDefault="00583B48" w:rsidP="00583B48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Pr="00583B48">
        <w:rPr>
          <w:rFonts w:ascii="Arial" w:hAnsi="Arial" w:cs="Arial"/>
          <w:sz w:val="24"/>
          <w:szCs w:val="24"/>
        </w:rPr>
        <w:t xml:space="preserve"> Durante</w:t>
      </w:r>
      <w:r w:rsidR="004748C1" w:rsidRPr="00583B48">
        <w:rPr>
          <w:rFonts w:ascii="Arial" w:hAnsi="Arial" w:cs="Arial"/>
          <w:sz w:val="24"/>
          <w:szCs w:val="24"/>
        </w:rPr>
        <w:t xml:space="preserve"> el proceso de construcción y medición del arreglo </w:t>
      </w:r>
      <w:proofErr w:type="spellStart"/>
      <w:r w:rsidR="004748C1" w:rsidRPr="00583B48">
        <w:rPr>
          <w:rFonts w:ascii="Arial" w:hAnsi="Arial" w:cs="Arial"/>
          <w:sz w:val="24"/>
          <w:szCs w:val="24"/>
        </w:rPr>
        <w:t>colineal</w:t>
      </w:r>
      <w:proofErr w:type="spellEnd"/>
      <w:r w:rsidR="004748C1" w:rsidRPr="00583B48">
        <w:rPr>
          <w:rFonts w:ascii="Arial" w:hAnsi="Arial" w:cs="Arial"/>
          <w:sz w:val="24"/>
          <w:szCs w:val="24"/>
        </w:rPr>
        <w:t xml:space="preserve"> se comprobó la viabilidad de su </w:t>
      </w:r>
      <w:r>
        <w:rPr>
          <w:rFonts w:ascii="Arial" w:hAnsi="Arial" w:cs="Arial"/>
          <w:sz w:val="24"/>
          <w:szCs w:val="24"/>
        </w:rPr>
        <w:t>empleo,</w:t>
      </w:r>
      <w:r w:rsidR="004748C1" w:rsidRPr="00583B48">
        <w:rPr>
          <w:rFonts w:ascii="Arial" w:hAnsi="Arial" w:cs="Arial"/>
          <w:sz w:val="24"/>
          <w:szCs w:val="24"/>
        </w:rPr>
        <w:t xml:space="preserve"> y la concordancia con los parámetros obtenidos mediante la simulación. </w:t>
      </w:r>
    </w:p>
    <w:p w:rsidR="00926AAA" w:rsidRDefault="00926AAA" w:rsidP="00583B48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p w:rsidR="00E64F92" w:rsidRPr="00E64F92" w:rsidRDefault="00926AAA" w:rsidP="00E64F92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Se logra obtener una antena de fácil construcción,</w:t>
      </w:r>
      <w:r w:rsidRPr="00926AAA">
        <w:rPr>
          <w:rFonts w:ascii="Arial" w:hAnsi="Arial" w:cs="Arial"/>
          <w:sz w:val="24"/>
          <w:szCs w:val="24"/>
        </w:rPr>
        <w:t xml:space="preserve"> sencilla</w:t>
      </w:r>
      <w:r>
        <w:rPr>
          <w:rFonts w:ascii="Arial" w:hAnsi="Arial" w:cs="Arial"/>
          <w:sz w:val="24"/>
          <w:szCs w:val="24"/>
        </w:rPr>
        <w:t xml:space="preserve">, </w:t>
      </w:r>
      <w:r w:rsidRPr="00926AAA">
        <w:rPr>
          <w:rFonts w:ascii="Arial" w:hAnsi="Arial" w:cs="Arial"/>
          <w:sz w:val="24"/>
          <w:szCs w:val="24"/>
        </w:rPr>
        <w:t xml:space="preserve">ligera, resistente, y de pequeñas dimensiones </w:t>
      </w:r>
      <w:r>
        <w:rPr>
          <w:rFonts w:ascii="Arial" w:hAnsi="Arial" w:cs="Arial"/>
          <w:sz w:val="24"/>
          <w:szCs w:val="24"/>
        </w:rPr>
        <w:t xml:space="preserve">de forma tal </w:t>
      </w:r>
      <w:r w:rsidRPr="00926AAA">
        <w:rPr>
          <w:rFonts w:ascii="Arial" w:hAnsi="Arial" w:cs="Arial"/>
          <w:sz w:val="24"/>
          <w:szCs w:val="24"/>
        </w:rPr>
        <w:t xml:space="preserve">que </w:t>
      </w:r>
      <w:r>
        <w:rPr>
          <w:rFonts w:ascii="Arial" w:hAnsi="Arial" w:cs="Arial"/>
          <w:sz w:val="24"/>
          <w:szCs w:val="24"/>
        </w:rPr>
        <w:t>sea capaz de soportar</w:t>
      </w:r>
      <w:r w:rsidRPr="00926AAA">
        <w:rPr>
          <w:rFonts w:ascii="Arial" w:hAnsi="Arial" w:cs="Arial"/>
          <w:sz w:val="24"/>
          <w:szCs w:val="24"/>
        </w:rPr>
        <w:t xml:space="preserve"> ráfagas </w:t>
      </w:r>
      <w:r>
        <w:rPr>
          <w:rFonts w:ascii="Arial" w:hAnsi="Arial" w:cs="Arial"/>
          <w:sz w:val="24"/>
          <w:szCs w:val="24"/>
        </w:rPr>
        <w:t>de viento relativamente fuertes.</w:t>
      </w:r>
    </w:p>
    <w:p w:rsidR="00E64F92" w:rsidRPr="00E64F92" w:rsidRDefault="00E64F92" w:rsidP="00E64F92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Como posibles revisores de este trabajo proponemos a los siguientes 5  profesores y/o investigadores. Ninguno de ellos pertenece a las Instituciones donde laboran los autores de este trabajo.</w:t>
      </w:r>
    </w:p>
    <w:p w:rsidR="00E64F92" w:rsidRPr="00CC3559" w:rsidRDefault="00E64F92" w:rsidP="00E64F92">
      <w:pPr>
        <w:pStyle w:val="Datosautores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 xml:space="preserve">Nombres y </w:t>
      </w:r>
      <w:r w:rsidRPr="00CC3559">
        <w:rPr>
          <w:rFonts w:ascii="Arial" w:hAnsi="Arial" w:cs="Arial"/>
          <w:sz w:val="24"/>
          <w:szCs w:val="24"/>
        </w:rPr>
        <w:t>Apellidos:</w:t>
      </w:r>
      <w:bookmarkStart w:id="0" w:name="_GoBack"/>
      <w:bookmarkEnd w:id="0"/>
    </w:p>
    <w:p w:rsidR="00E64F92" w:rsidRPr="00CC3559" w:rsidRDefault="00CC3559" w:rsidP="00CC3559">
      <w:pPr>
        <w:spacing w:line="0" w:lineRule="atLeast"/>
        <w:ind w:right="-573"/>
        <w:rPr>
          <w:rFonts w:ascii="Arial" w:hAnsi="Arial" w:cs="Arial"/>
          <w:szCs w:val="24"/>
          <w:lang w:val="es-ES"/>
        </w:rPr>
      </w:pPr>
      <w:r>
        <w:rPr>
          <w:rFonts w:ascii="Arial" w:hAnsi="Arial" w:cs="Arial"/>
          <w:szCs w:val="24"/>
          <w:lang w:val="es-ES"/>
        </w:rPr>
        <w:t xml:space="preserve">           </w:t>
      </w:r>
      <w:r w:rsidR="00E64F92" w:rsidRPr="00CC3559">
        <w:rPr>
          <w:rFonts w:ascii="Arial" w:hAnsi="Arial" w:cs="Arial"/>
          <w:szCs w:val="24"/>
          <w:lang w:val="es-ES"/>
        </w:rPr>
        <w:t>Institución:</w:t>
      </w:r>
      <w:r w:rsidRPr="00CC3559">
        <w:rPr>
          <w:rFonts w:ascii="Arial" w:eastAsia="Arial" w:hAnsi="Arial"/>
          <w:szCs w:val="24"/>
          <w:lang w:val="es-ES"/>
        </w:rPr>
        <w:t xml:space="preserve"> </w:t>
      </w:r>
    </w:p>
    <w:p w:rsidR="00E64F92" w:rsidRPr="00E64F92" w:rsidRDefault="00E64F92" w:rsidP="00E64F92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Grado Científico:</w:t>
      </w:r>
      <w:r w:rsidR="00CC3559" w:rsidRPr="00CC3559">
        <w:rPr>
          <w:rFonts w:ascii="Arial" w:eastAsia="Arial" w:hAnsi="Arial"/>
          <w:sz w:val="24"/>
          <w:szCs w:val="24"/>
        </w:rPr>
        <w:t xml:space="preserve"> </w:t>
      </w:r>
    </w:p>
    <w:p w:rsidR="00E64F92" w:rsidRPr="00E64F92" w:rsidRDefault="00E64F92" w:rsidP="00E64F92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 xml:space="preserve">E-mail: </w:t>
      </w:r>
    </w:p>
    <w:p w:rsidR="00E64F92" w:rsidRPr="00E64F92" w:rsidRDefault="00E64F92" w:rsidP="00E64F92">
      <w:pPr>
        <w:pStyle w:val="Datosautores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Nombres y Apellidos:</w:t>
      </w:r>
    </w:p>
    <w:p w:rsidR="00E64F92" w:rsidRPr="00E64F92" w:rsidRDefault="00E64F92" w:rsidP="00E64F92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lastRenderedPageBreak/>
        <w:t>Institución:</w:t>
      </w:r>
    </w:p>
    <w:p w:rsidR="00E64F92" w:rsidRPr="00E64F92" w:rsidRDefault="00E64F92" w:rsidP="00E64F92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Grado Científico:</w:t>
      </w:r>
    </w:p>
    <w:p w:rsidR="00E64F92" w:rsidRPr="00E64F92" w:rsidRDefault="00E64F92" w:rsidP="00E64F92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 xml:space="preserve">E-mail: </w:t>
      </w:r>
    </w:p>
    <w:p w:rsidR="00E64F92" w:rsidRPr="00E64F92" w:rsidRDefault="00E64F92" w:rsidP="00E64F92">
      <w:pPr>
        <w:pStyle w:val="Datosautores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Nombres y Apellidos:</w:t>
      </w:r>
    </w:p>
    <w:p w:rsidR="00E64F92" w:rsidRPr="00E64F92" w:rsidRDefault="00E64F92" w:rsidP="00E64F92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Institución:</w:t>
      </w:r>
    </w:p>
    <w:p w:rsidR="00E64F92" w:rsidRPr="00E64F92" w:rsidRDefault="00E64F92" w:rsidP="00E64F92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Grado Científico:</w:t>
      </w:r>
    </w:p>
    <w:p w:rsidR="00E64F92" w:rsidRPr="00E64F92" w:rsidRDefault="00E64F92" w:rsidP="00E64F92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 xml:space="preserve">E-mail: </w:t>
      </w:r>
    </w:p>
    <w:p w:rsidR="00E64F92" w:rsidRPr="00E64F92" w:rsidRDefault="00E64F92" w:rsidP="00E64F92">
      <w:pPr>
        <w:pStyle w:val="Datosautores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Nombres y Apellidos:</w:t>
      </w:r>
    </w:p>
    <w:p w:rsidR="00E64F92" w:rsidRPr="00E64F92" w:rsidRDefault="00E64F92" w:rsidP="00E64F92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Institución:</w:t>
      </w:r>
    </w:p>
    <w:p w:rsidR="00E64F92" w:rsidRPr="00E64F92" w:rsidRDefault="00E64F92" w:rsidP="00E64F92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Grado Científico:</w:t>
      </w:r>
    </w:p>
    <w:p w:rsidR="00E64F92" w:rsidRPr="00E64F92" w:rsidRDefault="00E64F92" w:rsidP="00E64F92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 xml:space="preserve">E-mail: </w:t>
      </w:r>
    </w:p>
    <w:p w:rsidR="00E64F92" w:rsidRPr="00E64F92" w:rsidRDefault="00E64F92" w:rsidP="00E64F92">
      <w:pPr>
        <w:pStyle w:val="Datosautores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Nombres y Apellidos:</w:t>
      </w:r>
    </w:p>
    <w:p w:rsidR="00E64F92" w:rsidRPr="00E64F92" w:rsidRDefault="00E64F92" w:rsidP="00E64F92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Institución:</w:t>
      </w:r>
    </w:p>
    <w:p w:rsidR="00E64F92" w:rsidRPr="00E64F92" w:rsidRDefault="00E64F92" w:rsidP="00E64F92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Grado Científico:</w:t>
      </w:r>
    </w:p>
    <w:p w:rsidR="00E64F92" w:rsidRPr="00E64F92" w:rsidRDefault="00E64F92" w:rsidP="00E64F92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 xml:space="preserve">E-mail: </w:t>
      </w:r>
    </w:p>
    <w:p w:rsidR="00E64F92" w:rsidRDefault="00E64F92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</w:t>
      </w:r>
      <w:r w:rsidR="00B15B70">
        <w:rPr>
          <w:rFonts w:ascii="Arial" w:hAnsi="Arial" w:cs="Arial"/>
          <w:sz w:val="24"/>
          <w:szCs w:val="24"/>
        </w:rPr>
        <w:t xml:space="preserve"> correspondencia de intercambio con la revista será realizada </w:t>
      </w:r>
      <w:r w:rsidR="00FC6924">
        <w:rPr>
          <w:rFonts w:ascii="Arial" w:hAnsi="Arial" w:cs="Arial"/>
          <w:sz w:val="24"/>
          <w:szCs w:val="24"/>
        </w:rPr>
        <w:t>por:</w:t>
      </w:r>
    </w:p>
    <w:p w:rsidR="00E64F92" w:rsidRDefault="00B15B70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B15B70">
        <w:rPr>
          <w:rFonts w:ascii="Arial" w:hAnsi="Arial" w:cs="Arial"/>
          <w:i/>
          <w:sz w:val="24"/>
          <w:szCs w:val="24"/>
        </w:rPr>
        <w:t xml:space="preserve">Nombre del autor designado para el intercambio con la </w:t>
      </w:r>
      <w:r w:rsidR="00FC6924" w:rsidRPr="00B15B70">
        <w:rPr>
          <w:rFonts w:ascii="Arial" w:hAnsi="Arial" w:cs="Arial"/>
          <w:i/>
          <w:sz w:val="24"/>
          <w:szCs w:val="24"/>
        </w:rPr>
        <w:t>revista</w:t>
      </w:r>
      <w:r w:rsidR="00FC6924">
        <w:rPr>
          <w:rFonts w:ascii="Arial" w:hAnsi="Arial" w:cs="Arial"/>
          <w:sz w:val="24"/>
          <w:szCs w:val="24"/>
        </w:rPr>
        <w:t>: Ailen Perez Molinet</w:t>
      </w:r>
    </w:p>
    <w:p w:rsidR="00B15B70" w:rsidRPr="00FC6924" w:rsidRDefault="00B15B70" w:rsidP="00A20E69">
      <w:pPr>
        <w:pStyle w:val="Datosautores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FC6924">
        <w:rPr>
          <w:rFonts w:ascii="Arial" w:hAnsi="Arial" w:cs="Arial"/>
          <w:i/>
          <w:sz w:val="24"/>
          <w:szCs w:val="24"/>
          <w:lang w:val="en-US"/>
        </w:rPr>
        <w:t>Email:</w:t>
      </w:r>
      <w:r w:rsidR="00FC6924" w:rsidRPr="00FC6924">
        <w:rPr>
          <w:lang w:val="en-US"/>
        </w:rPr>
        <w:t xml:space="preserve"> </w:t>
      </w:r>
      <w:r w:rsidR="00FC6924" w:rsidRPr="00FC6924">
        <w:rPr>
          <w:rFonts w:ascii="Arial" w:hAnsi="Arial" w:cs="Arial"/>
          <w:i/>
          <w:sz w:val="24"/>
          <w:szCs w:val="24"/>
          <w:lang w:val="en-US"/>
        </w:rPr>
        <w:t>ailen@tele.cujae.edu.cu</w:t>
      </w:r>
    </w:p>
    <w:p w:rsidR="00E64F92" w:rsidRPr="00FC6924" w:rsidRDefault="00E64F92" w:rsidP="00A20E69">
      <w:pPr>
        <w:pStyle w:val="Datosautores"/>
        <w:jc w:val="both"/>
        <w:rPr>
          <w:rFonts w:ascii="Arial" w:hAnsi="Arial" w:cs="Arial"/>
          <w:sz w:val="24"/>
          <w:szCs w:val="24"/>
          <w:lang w:val="en-US"/>
        </w:rPr>
      </w:pPr>
    </w:p>
    <w:p w:rsidR="00E444B3" w:rsidRDefault="00E444B3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autores certificamos que el trabajo que se está proponiendo no será enviado a otra revista para su evaluación durante el proceso de revisión del mismo en </w:t>
      </w:r>
      <w:r w:rsidR="00FC6924">
        <w:rPr>
          <w:rFonts w:ascii="Arial" w:hAnsi="Arial" w:cs="Arial"/>
          <w:sz w:val="24"/>
          <w:szCs w:val="24"/>
        </w:rPr>
        <w:t>RIELAC.</w:t>
      </w:r>
    </w:p>
    <w:p w:rsidR="00E444B3" w:rsidRDefault="00E444B3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p w:rsidR="00E64F92" w:rsidRDefault="00E64F92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Saludos cordiales </w:t>
      </w:r>
    </w:p>
    <w:p w:rsidR="00B15B70" w:rsidRDefault="00B15B70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p w:rsidR="004748C1" w:rsidRDefault="004748C1" w:rsidP="004748C1">
      <w:pPr>
        <w:pStyle w:val="Datosautores"/>
        <w:jc w:val="both"/>
        <w:rPr>
          <w:sz w:val="23"/>
          <w:szCs w:val="23"/>
        </w:rPr>
      </w:pPr>
      <w:r w:rsidRPr="004748C1">
        <w:rPr>
          <w:rFonts w:ascii="Arial" w:hAnsi="Arial" w:cs="Arial"/>
          <w:sz w:val="24"/>
          <w:szCs w:val="24"/>
        </w:rPr>
        <w:t xml:space="preserve">Kenneth </w:t>
      </w:r>
      <w:proofErr w:type="spellStart"/>
      <w:r w:rsidRPr="004748C1">
        <w:rPr>
          <w:rFonts w:ascii="Arial" w:hAnsi="Arial" w:cs="Arial"/>
          <w:sz w:val="24"/>
          <w:szCs w:val="24"/>
        </w:rPr>
        <w:t>Marichal</w:t>
      </w:r>
      <w:proofErr w:type="spellEnd"/>
      <w:r w:rsidRPr="004748C1">
        <w:rPr>
          <w:rFonts w:ascii="Arial" w:hAnsi="Arial" w:cs="Arial"/>
          <w:sz w:val="24"/>
          <w:szCs w:val="24"/>
        </w:rPr>
        <w:t xml:space="preserve"> Leyva</w:t>
      </w:r>
    </w:p>
    <w:p w:rsidR="00FC6924" w:rsidRDefault="00FC6924" w:rsidP="004748C1">
      <w:pPr>
        <w:pStyle w:val="Datosautores"/>
        <w:jc w:val="both"/>
        <w:rPr>
          <w:rFonts w:ascii="Arial" w:eastAsia="Arial" w:hAnsi="Arial"/>
          <w:sz w:val="24"/>
        </w:rPr>
      </w:pPr>
      <w:r w:rsidRPr="00FC6924">
        <w:rPr>
          <w:rFonts w:ascii="Arial" w:eastAsia="Arial" w:hAnsi="Arial"/>
          <w:sz w:val="24"/>
        </w:rPr>
        <w:t xml:space="preserve">Reinier </w:t>
      </w:r>
      <w:proofErr w:type="spellStart"/>
      <w:r w:rsidRPr="00FC6924">
        <w:rPr>
          <w:rFonts w:ascii="Arial" w:eastAsia="Arial" w:hAnsi="Arial"/>
          <w:sz w:val="24"/>
        </w:rPr>
        <w:t>Quiala</w:t>
      </w:r>
      <w:proofErr w:type="spellEnd"/>
      <w:r w:rsidRPr="00FC6924">
        <w:rPr>
          <w:rFonts w:ascii="Arial" w:eastAsia="Arial" w:hAnsi="Arial"/>
          <w:sz w:val="24"/>
        </w:rPr>
        <w:t xml:space="preserve"> Llorens</w:t>
      </w:r>
    </w:p>
    <w:p w:rsidR="004748C1" w:rsidRPr="004748C1" w:rsidRDefault="004748C1" w:rsidP="004748C1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Ailen </w:t>
      </w:r>
      <w:r w:rsidR="00583B48">
        <w:rPr>
          <w:rFonts w:ascii="Arial" w:hAnsi="Arial" w:cs="Arial"/>
          <w:sz w:val="24"/>
          <w:szCs w:val="24"/>
        </w:rPr>
        <w:t>Pérez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Molinet</w:t>
      </w:r>
      <w:proofErr w:type="spellEnd"/>
    </w:p>
    <w:p w:rsidR="004748C1" w:rsidRPr="00FC6924" w:rsidRDefault="004748C1" w:rsidP="004748C1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sectPr w:rsidR="004748C1" w:rsidRPr="00FC6924" w:rsidSect="00A20E69">
      <w:type w:val="continuous"/>
      <w:pgSz w:w="12242" w:h="15842" w:code="1"/>
      <w:pgMar w:top="1417" w:right="1701" w:bottom="1417" w:left="1701" w:header="851" w:footer="720" w:gutter="0"/>
      <w:cols w:sep="1" w:space="335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4F96A95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000001A"/>
    <w:multiLevelType w:val="hybridMultilevel"/>
    <w:tmpl w:val="3A95F87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B"/>
    <w:multiLevelType w:val="hybridMultilevel"/>
    <w:tmpl w:val="0813864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A150242"/>
    <w:multiLevelType w:val="singleLevel"/>
    <w:tmpl w:val="AFA268AA"/>
    <w:lvl w:ilvl="0">
      <w:start w:val="1"/>
      <w:numFmt w:val="bullet"/>
      <w:pStyle w:val="Listadepunt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B0A2E85"/>
    <w:multiLevelType w:val="singleLevel"/>
    <w:tmpl w:val="BB424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5">
    <w:nsid w:val="227648A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E28618B"/>
    <w:multiLevelType w:val="hybridMultilevel"/>
    <w:tmpl w:val="A6967ABA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A439F7"/>
    <w:multiLevelType w:val="hybridMultilevel"/>
    <w:tmpl w:val="DBDE6582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C3F3DA7"/>
    <w:multiLevelType w:val="hybridMultilevel"/>
    <w:tmpl w:val="FE04810A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8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bordersDoNotSurroundHeader/>
  <w:bordersDoNotSurroundFooter/>
  <w:activeWritingStyle w:appName="MSWord" w:lang="es-ES" w:vendorID="9" w:dllVersion="512" w:checkStyle="1"/>
  <w:activeWritingStyle w:appName="MSWord" w:lang="es-ES_tradnl" w:vendorID="9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333"/>
    <w:rsid w:val="000156B2"/>
    <w:rsid w:val="00021153"/>
    <w:rsid w:val="00031532"/>
    <w:rsid w:val="000476FA"/>
    <w:rsid w:val="0008473E"/>
    <w:rsid w:val="000B0DAC"/>
    <w:rsid w:val="000C5348"/>
    <w:rsid w:val="000D5271"/>
    <w:rsid w:val="0020497A"/>
    <w:rsid w:val="00354457"/>
    <w:rsid w:val="00366585"/>
    <w:rsid w:val="00427817"/>
    <w:rsid w:val="00441084"/>
    <w:rsid w:val="00465C76"/>
    <w:rsid w:val="004748C1"/>
    <w:rsid w:val="00495C01"/>
    <w:rsid w:val="004E4711"/>
    <w:rsid w:val="005330AC"/>
    <w:rsid w:val="00583B48"/>
    <w:rsid w:val="005D1FCC"/>
    <w:rsid w:val="006C4333"/>
    <w:rsid w:val="00751D64"/>
    <w:rsid w:val="00754862"/>
    <w:rsid w:val="00766420"/>
    <w:rsid w:val="00767F63"/>
    <w:rsid w:val="007C1592"/>
    <w:rsid w:val="008671C9"/>
    <w:rsid w:val="008A48CC"/>
    <w:rsid w:val="00926AAA"/>
    <w:rsid w:val="00935F18"/>
    <w:rsid w:val="009A0941"/>
    <w:rsid w:val="00A20E69"/>
    <w:rsid w:val="00A45276"/>
    <w:rsid w:val="00AB66BA"/>
    <w:rsid w:val="00B15B70"/>
    <w:rsid w:val="00B21A9A"/>
    <w:rsid w:val="00B303DE"/>
    <w:rsid w:val="00CC3559"/>
    <w:rsid w:val="00D16762"/>
    <w:rsid w:val="00D97EF7"/>
    <w:rsid w:val="00E444B3"/>
    <w:rsid w:val="00E64F92"/>
    <w:rsid w:val="00EA0FFE"/>
    <w:rsid w:val="00F429DA"/>
    <w:rsid w:val="00FC69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9F213A0-A214-499B-9402-8D7BCFF57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0FFE"/>
    <w:rPr>
      <w:rFonts w:ascii="Times" w:hAnsi="Times"/>
      <w:sz w:val="24"/>
      <w:lang w:val="en-US" w:eastAsia="es-ES"/>
    </w:rPr>
  </w:style>
  <w:style w:type="paragraph" w:styleId="Ttulo1">
    <w:name w:val="heading 1"/>
    <w:basedOn w:val="Normal"/>
    <w:next w:val="Normal"/>
    <w:link w:val="Ttulo1Car"/>
    <w:qFormat/>
    <w:rsid w:val="00766420"/>
    <w:pPr>
      <w:keepNext/>
      <w:spacing w:before="120" w:after="120"/>
      <w:jc w:val="center"/>
      <w:outlineLvl w:val="0"/>
    </w:pPr>
    <w:rPr>
      <w:b/>
      <w:caps/>
      <w:lang w:val="it-I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EA0FFE"/>
    <w:rPr>
      <w:color w:val="0000FF"/>
      <w:u w:val="single"/>
    </w:rPr>
  </w:style>
  <w:style w:type="paragraph" w:customStyle="1" w:styleId="Ttuloprincipal">
    <w:name w:val="Título principal"/>
    <w:basedOn w:val="Textonormal"/>
    <w:next w:val="Nombresautores"/>
    <w:rsid w:val="00EA0FFE"/>
    <w:pPr>
      <w:spacing w:after="360"/>
      <w:ind w:right="-9"/>
      <w:jc w:val="center"/>
    </w:pPr>
    <w:rPr>
      <w:b/>
      <w:sz w:val="44"/>
    </w:rPr>
  </w:style>
  <w:style w:type="paragraph" w:customStyle="1" w:styleId="Nombresautores">
    <w:name w:val="Nombres autores"/>
    <w:basedOn w:val="Textonormal"/>
    <w:next w:val="Datosautores"/>
    <w:rsid w:val="00EA0FFE"/>
    <w:pPr>
      <w:spacing w:after="240"/>
      <w:jc w:val="center"/>
    </w:pPr>
    <w:rPr>
      <w:sz w:val="24"/>
    </w:rPr>
  </w:style>
  <w:style w:type="paragraph" w:customStyle="1" w:styleId="Datosautores">
    <w:name w:val="Datos autores"/>
    <w:basedOn w:val="Textonormal"/>
    <w:rsid w:val="00EA0FFE"/>
    <w:pPr>
      <w:ind w:right="-9"/>
      <w:jc w:val="center"/>
    </w:pPr>
  </w:style>
  <w:style w:type="paragraph" w:customStyle="1" w:styleId="Ttuloseccin">
    <w:name w:val="Título sección"/>
    <w:basedOn w:val="Textonormal"/>
    <w:next w:val="Textonormal"/>
    <w:rsid w:val="00EA0FFE"/>
    <w:pPr>
      <w:keepNext/>
      <w:spacing w:before="120" w:after="60"/>
      <w:jc w:val="center"/>
    </w:pPr>
    <w:rPr>
      <w:b/>
      <w:sz w:val="24"/>
    </w:rPr>
  </w:style>
  <w:style w:type="paragraph" w:customStyle="1" w:styleId="Ttuloreferencias">
    <w:name w:val="Título referencias"/>
    <w:basedOn w:val="Textonormal"/>
    <w:next w:val="Referencias"/>
    <w:rsid w:val="00EA0FFE"/>
    <w:pPr>
      <w:keepNext/>
      <w:spacing w:before="120" w:after="60"/>
      <w:jc w:val="center"/>
    </w:pPr>
    <w:rPr>
      <w:b/>
      <w:sz w:val="24"/>
    </w:rPr>
  </w:style>
  <w:style w:type="paragraph" w:customStyle="1" w:styleId="Referencias">
    <w:name w:val="Referencias"/>
    <w:basedOn w:val="Textonormal"/>
    <w:rsid w:val="00EA0FFE"/>
    <w:pPr>
      <w:spacing w:line="160" w:lineRule="atLeast"/>
      <w:ind w:left="426" w:hanging="426"/>
    </w:pPr>
    <w:rPr>
      <w:sz w:val="18"/>
    </w:rPr>
  </w:style>
  <w:style w:type="paragraph" w:customStyle="1" w:styleId="Nmerofigura">
    <w:name w:val="Número figura"/>
    <w:basedOn w:val="Textonormal"/>
    <w:rsid w:val="00EA0FFE"/>
    <w:pPr>
      <w:jc w:val="center"/>
    </w:pPr>
    <w:rPr>
      <w:b/>
      <w:sz w:val="18"/>
    </w:rPr>
  </w:style>
  <w:style w:type="character" w:styleId="Hipervnculovisitado">
    <w:name w:val="FollowedHyperlink"/>
    <w:basedOn w:val="Fuentedeprrafopredeter"/>
    <w:rsid w:val="00EA0FFE"/>
    <w:rPr>
      <w:color w:val="800080"/>
      <w:u w:val="single"/>
    </w:rPr>
  </w:style>
  <w:style w:type="paragraph" w:customStyle="1" w:styleId="Piedefigura">
    <w:name w:val="Pie de figura"/>
    <w:basedOn w:val="Textonormal"/>
    <w:next w:val="Textonormal"/>
    <w:rsid w:val="00EA0FFE"/>
    <w:pPr>
      <w:spacing w:before="120"/>
      <w:jc w:val="center"/>
    </w:pPr>
    <w:rPr>
      <w:b/>
      <w:i/>
      <w:sz w:val="18"/>
    </w:rPr>
  </w:style>
  <w:style w:type="paragraph" w:styleId="Mapadeldocumento">
    <w:name w:val="Document Map"/>
    <w:basedOn w:val="Normal"/>
    <w:semiHidden/>
    <w:rsid w:val="00EA0FFE"/>
    <w:pPr>
      <w:shd w:val="clear" w:color="auto" w:fill="000080"/>
    </w:pPr>
    <w:rPr>
      <w:rFonts w:ascii="Tahoma" w:hAnsi="Tahoma"/>
    </w:rPr>
  </w:style>
  <w:style w:type="paragraph" w:customStyle="1" w:styleId="figura">
    <w:name w:val="figura"/>
    <w:basedOn w:val="Textonormal"/>
    <w:next w:val="Piedefigura"/>
    <w:rsid w:val="00EA0FFE"/>
    <w:pPr>
      <w:keepNext/>
      <w:jc w:val="center"/>
    </w:pPr>
  </w:style>
  <w:style w:type="paragraph" w:styleId="Textodebloque">
    <w:name w:val="Block Text"/>
    <w:basedOn w:val="Normal"/>
    <w:rsid w:val="00EA0FFE"/>
    <w:pPr>
      <w:spacing w:after="120"/>
      <w:ind w:left="1440" w:right="1440"/>
    </w:pPr>
  </w:style>
  <w:style w:type="paragraph" w:customStyle="1" w:styleId="Cambiodeseccion">
    <w:name w:val="Cambio de seccion"/>
    <w:basedOn w:val="Textonormal"/>
    <w:next w:val="Ttuloseccin"/>
    <w:rsid w:val="00EA0FFE"/>
    <w:pPr>
      <w:spacing w:before="320"/>
    </w:pPr>
  </w:style>
  <w:style w:type="paragraph" w:customStyle="1" w:styleId="Listadepuntos">
    <w:name w:val="Lista de puntos"/>
    <w:basedOn w:val="Textonormal"/>
    <w:rsid w:val="00EA0FFE"/>
    <w:pPr>
      <w:numPr>
        <w:numId w:val="2"/>
      </w:numPr>
      <w:spacing w:after="60"/>
      <w:ind w:hanging="218"/>
    </w:pPr>
  </w:style>
  <w:style w:type="paragraph" w:customStyle="1" w:styleId="Textonormal">
    <w:name w:val="Texto normal"/>
    <w:rsid w:val="00EA0FFE"/>
    <w:pPr>
      <w:spacing w:after="80"/>
      <w:jc w:val="both"/>
    </w:pPr>
    <w:rPr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766420"/>
    <w:rPr>
      <w:rFonts w:ascii="Times" w:hAnsi="Times"/>
      <w:b/>
      <w:caps/>
      <w:sz w:val="24"/>
      <w:lang w:val="it-IT"/>
    </w:rPr>
  </w:style>
  <w:style w:type="paragraph" w:styleId="Textodeglobo">
    <w:name w:val="Balloon Text"/>
    <w:basedOn w:val="Normal"/>
    <w:link w:val="TextodegloboCar"/>
    <w:rsid w:val="00F429D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429DA"/>
    <w:rPr>
      <w:rFonts w:ascii="Tahoma" w:hAnsi="Tahoma" w:cs="Tahoma"/>
      <w:sz w:val="16"/>
      <w:szCs w:val="16"/>
      <w:lang w:val="en-US" w:eastAsia="es-ES"/>
    </w:rPr>
  </w:style>
  <w:style w:type="paragraph" w:customStyle="1" w:styleId="Default">
    <w:name w:val="Default"/>
    <w:rsid w:val="004748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paragraph" w:styleId="Prrafodelista">
    <w:name w:val="List Paragraph"/>
    <w:basedOn w:val="Normal"/>
    <w:uiPriority w:val="34"/>
    <w:qFormat/>
    <w:rsid w:val="004748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SUSAY\Cosas%20de%20trabajo\Revista%20Digital%20RIEAC\Gesti&#243;n%20de%20la%20revista\Gestion\Plantillas\Plantilla_art&#237;culo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Plantilla_artículo.dot</Template>
  <TotalTime>27</TotalTime>
  <Pages>2</Pages>
  <Words>350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plantilla revista electronica cujae</vt:lpstr>
    </vt:vector>
  </TitlesOfParts>
  <Company>IST</Company>
  <LinksUpToDate>false</LinksUpToDate>
  <CharactersWithSpaces>2366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plantilla revista electronica cujae</dc:title>
  <dc:creator>WinuE</dc:creator>
  <cp:lastModifiedBy>David</cp:lastModifiedBy>
  <cp:revision>7</cp:revision>
  <cp:lastPrinted>2011-10-31T19:06:00Z</cp:lastPrinted>
  <dcterms:created xsi:type="dcterms:W3CDTF">2018-06-29T18:43:00Z</dcterms:created>
  <dcterms:modified xsi:type="dcterms:W3CDTF">2018-07-02T14:16:00Z</dcterms:modified>
</cp:coreProperties>
</file>