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FCC" w:rsidRDefault="00A45276">
      <w:pPr>
        <w:pStyle w:val="Nombresautores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  <w:lang w:val="en-GB" w:eastAsia="en-GB"/>
        </w:rPr>
        <w:drawing>
          <wp:inline distT="0" distB="0" distL="0" distR="0">
            <wp:extent cx="2776855" cy="746760"/>
            <wp:effectExtent l="19050" t="0" r="4445" b="0"/>
            <wp:docPr id="1" name="Imagen 1" descr="logo rielac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rielac copi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Dr. Orestes </w:t>
      </w:r>
      <w:proofErr w:type="spellStart"/>
      <w:r w:rsidRPr="00E64F92">
        <w:rPr>
          <w:rFonts w:ascii="Arial" w:hAnsi="Arial" w:cs="Arial"/>
          <w:sz w:val="24"/>
          <w:szCs w:val="24"/>
        </w:rPr>
        <w:t>Llanes</w:t>
      </w:r>
      <w:proofErr w:type="spellEnd"/>
      <w:r w:rsidRPr="00E64F92">
        <w:rPr>
          <w:rFonts w:ascii="Arial" w:hAnsi="Arial" w:cs="Arial"/>
          <w:sz w:val="24"/>
          <w:szCs w:val="24"/>
        </w:rPr>
        <w:t xml:space="preserve"> Santiago</w:t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Editor Jefe RIELAC</w:t>
      </w:r>
    </w:p>
    <w:p w:rsidR="00A20E69" w:rsidRDefault="00A20E69" w:rsidP="00A20E69">
      <w:pPr>
        <w:pStyle w:val="Datosautores"/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Estimado Dr. </w:t>
      </w:r>
      <w:proofErr w:type="spellStart"/>
      <w:r w:rsidRPr="00E64F92">
        <w:rPr>
          <w:rFonts w:ascii="Arial" w:hAnsi="Arial" w:cs="Arial"/>
          <w:sz w:val="24"/>
          <w:szCs w:val="24"/>
        </w:rPr>
        <w:t>Llanes</w:t>
      </w:r>
      <w:proofErr w:type="spellEnd"/>
      <w:r w:rsidRPr="00E64F92">
        <w:rPr>
          <w:rFonts w:ascii="Arial" w:hAnsi="Arial" w:cs="Arial"/>
          <w:sz w:val="24"/>
          <w:szCs w:val="24"/>
        </w:rPr>
        <w:t>-Santiago: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Por medio de la presente </w:t>
      </w:r>
      <w:proofErr w:type="gramStart"/>
      <w:r w:rsidRPr="00E64F92">
        <w:rPr>
          <w:rFonts w:ascii="Arial" w:hAnsi="Arial" w:cs="Arial"/>
          <w:sz w:val="24"/>
          <w:szCs w:val="24"/>
        </w:rPr>
        <w:t>estamos  enviándole</w:t>
      </w:r>
      <w:proofErr w:type="gramEnd"/>
      <w:r w:rsidRPr="00E64F92">
        <w:rPr>
          <w:rFonts w:ascii="Arial" w:hAnsi="Arial" w:cs="Arial"/>
          <w:sz w:val="24"/>
          <w:szCs w:val="24"/>
        </w:rPr>
        <w:t xml:space="preserve">  una propuesta de contribución  para la Revista Electrónica y Comunicaciones (RIELAC)  con el título:    </w:t>
      </w:r>
      <w:r w:rsidR="008C0AED" w:rsidRPr="008C0AED">
        <w:rPr>
          <w:rFonts w:ascii="Arial" w:hAnsi="Arial" w:cs="Arial"/>
          <w:sz w:val="24"/>
          <w:szCs w:val="24"/>
        </w:rPr>
        <w:t>Análisis del comportamiento de la ganancia de SFN para DTMB</w:t>
      </w:r>
      <w:r w:rsidRPr="00E64F92">
        <w:rPr>
          <w:rFonts w:ascii="Arial" w:hAnsi="Arial" w:cs="Arial"/>
          <w:sz w:val="24"/>
          <w:szCs w:val="24"/>
        </w:rPr>
        <w:t>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Los autores del trabajo certificamos que </w:t>
      </w:r>
      <w:r w:rsidR="00E64F92">
        <w:rPr>
          <w:rFonts w:ascii="Arial" w:hAnsi="Arial" w:cs="Arial"/>
          <w:sz w:val="24"/>
          <w:szCs w:val="24"/>
        </w:rPr>
        <w:t xml:space="preserve">todos hemos trabajado en </w:t>
      </w:r>
      <w:r w:rsidRPr="00E64F92">
        <w:rPr>
          <w:rFonts w:ascii="Arial" w:hAnsi="Arial" w:cs="Arial"/>
          <w:sz w:val="24"/>
          <w:szCs w:val="24"/>
        </w:rPr>
        <w:t>esta propuesta</w:t>
      </w:r>
      <w:r w:rsidR="00B15B70">
        <w:rPr>
          <w:rFonts w:ascii="Arial" w:hAnsi="Arial" w:cs="Arial"/>
          <w:sz w:val="24"/>
          <w:szCs w:val="24"/>
        </w:rPr>
        <w:t>, que la misma</w:t>
      </w:r>
      <w:r w:rsidRPr="00E64F92">
        <w:rPr>
          <w:rFonts w:ascii="Arial" w:hAnsi="Arial" w:cs="Arial"/>
          <w:sz w:val="24"/>
          <w:szCs w:val="24"/>
        </w:rPr>
        <w:t xml:space="preserve"> no ha sido, ni está siendo sometida a la consideración de otra revista y que el trabajo no ha sido publicado con anterioridad.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Los aportes fundamentales que se están haciendo en este trabajo son los siguientes:</w:t>
      </w:r>
    </w:p>
    <w:p w:rsidR="00E64F92" w:rsidRP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(APORTES FUNDAMENTALES DEL TRABAJO. NO PUEDEN SER MÁS DE 5 Y CADA UNO NO PUEDE TE</w:t>
      </w:r>
      <w:r>
        <w:rPr>
          <w:rFonts w:ascii="Arial" w:hAnsi="Arial" w:cs="Arial"/>
          <w:sz w:val="24"/>
          <w:szCs w:val="24"/>
        </w:rPr>
        <w:t>NER MÁS DE 85 CARACTERES CONTAND</w:t>
      </w:r>
      <w:r w:rsidRPr="00E64F92">
        <w:rPr>
          <w:rFonts w:ascii="Arial" w:hAnsi="Arial" w:cs="Arial"/>
          <w:sz w:val="24"/>
          <w:szCs w:val="24"/>
        </w:rPr>
        <w:t>O ENTRE LOS MISMOS LOS ESPACIOS EN BLANCO Y LOS SIGNOS DE PUNTUACIÓN.)</w:t>
      </w:r>
    </w:p>
    <w:p w:rsidR="00E64F92" w:rsidRPr="00E64F92" w:rsidRDefault="008C0AED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presenta un análisis del comportamiento de la ganancia de SFN respecto a MFN</w:t>
      </w:r>
      <w:r w:rsidR="00E64F92" w:rsidRPr="00E64F92">
        <w:rPr>
          <w:rFonts w:ascii="Arial" w:hAnsi="Arial" w:cs="Arial"/>
          <w:sz w:val="24"/>
          <w:szCs w:val="24"/>
        </w:rPr>
        <w:t>.</w:t>
      </w:r>
    </w:p>
    <w:p w:rsidR="00E64F92" w:rsidRPr="00E64F92" w:rsidRDefault="008C0AED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presenta un análisis del efecto en la recepción de señales con valores de retardos críticos</w:t>
      </w:r>
      <w:r w:rsidR="00E64F92" w:rsidRPr="00E64F92">
        <w:rPr>
          <w:rFonts w:ascii="Arial" w:hAnsi="Arial" w:cs="Arial"/>
          <w:sz w:val="24"/>
          <w:szCs w:val="24"/>
        </w:rPr>
        <w:t>.</w:t>
      </w:r>
    </w:p>
    <w:p w:rsidR="00E64F92" w:rsidRPr="00E64F92" w:rsidRDefault="008C0AED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evalúa el parámetro MER como medida de la calidad de la señal recibida</w:t>
      </w:r>
      <w:r w:rsidR="00E64F92" w:rsidRPr="00E64F92">
        <w:rPr>
          <w:rFonts w:ascii="Arial" w:hAnsi="Arial" w:cs="Arial"/>
          <w:sz w:val="24"/>
          <w:szCs w:val="24"/>
        </w:rPr>
        <w:t>.</w:t>
      </w:r>
    </w:p>
    <w:p w:rsidR="00E64F92" w:rsidRPr="00E64F92" w:rsidRDefault="00E64F92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.</w:t>
      </w:r>
    </w:p>
    <w:p w:rsidR="00E64F92" w:rsidRPr="00E64F92" w:rsidRDefault="00E64F92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.</w:t>
      </w:r>
    </w:p>
    <w:p w:rsidR="00E64F92" w:rsidRPr="00E64F92" w:rsidRDefault="00E64F92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Pr="00E64F92" w:rsidRDefault="00E64F92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Como posibles revisores de este trabajo proponemos a los siguientes 5  profesores y/o investigadores. Ninguno de ellos pertenece a las Instituciones donde laboran los autores de este trabajo.</w:t>
      </w:r>
    </w:p>
    <w:p w:rsidR="006044A6" w:rsidRDefault="006044A6" w:rsidP="006044A6">
      <w:pPr>
        <w:pStyle w:val="Datosautores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Nombres y Apellidos: Jorge Torres Gómez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Institución: CUJAE, Universidad Tecnológica de La Habana.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Grado Científico: Dr. en Ciencias.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E-mail: jorge.tg</w:t>
      </w:r>
      <w:r>
        <w:rPr>
          <w:rFonts w:ascii="Arial" w:hAnsi="Arial" w:cs="Arial"/>
          <w:sz w:val="24"/>
          <w:szCs w:val="24"/>
          <w:lang w:val="en-US"/>
        </w:rPr>
        <w:t>@tele.cujae.edu.cu</w:t>
      </w:r>
    </w:p>
    <w:p w:rsidR="006044A6" w:rsidRDefault="006044A6" w:rsidP="006044A6">
      <w:pPr>
        <w:pStyle w:val="Datosautores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Nombres y Apellidos: Luis Miguel Gato Díaz.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Institución: CITI, Centro de Investigaciones de Tecnologías Integradas.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Grado Científico: Ingeniero en Telecomunicaciones.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E-mail: luis.gd</w:t>
      </w:r>
      <w:r>
        <w:rPr>
          <w:rFonts w:ascii="Arial" w:hAnsi="Arial" w:cs="Arial"/>
          <w:sz w:val="24"/>
          <w:szCs w:val="24"/>
          <w:lang w:val="en-US"/>
        </w:rPr>
        <w:t>@tele.cujae.edu.cu</w:t>
      </w:r>
    </w:p>
    <w:p w:rsidR="006044A6" w:rsidRDefault="006044A6" w:rsidP="006044A6">
      <w:pPr>
        <w:pStyle w:val="Datosautores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Nombres y Apellidos: Fidel Hernández.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Institución: CUJAE, Universidad Tecnológica de La Habana.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Grado Científico: Dr. en Ciencias.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 fhernandez@tele.cujae.edu.cu</w:t>
      </w:r>
    </w:p>
    <w:p w:rsidR="006044A6" w:rsidRDefault="006044A6" w:rsidP="006044A6">
      <w:pPr>
        <w:pStyle w:val="Datosautores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Nombres y Apellidos: Camilo E Guillén Soriano. 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Institución: CUJAE, Universidad Tecnológica de La Habana.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Grado Científico: Ingeniero en Telecomunicaciones.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E-mail: camilo.gs</w:t>
      </w:r>
      <w:r>
        <w:rPr>
          <w:rFonts w:ascii="Arial" w:hAnsi="Arial" w:cs="Arial"/>
          <w:sz w:val="24"/>
          <w:szCs w:val="24"/>
          <w:lang w:val="en-US"/>
        </w:rPr>
        <w:t>@tele.cujae.edu.cu</w:t>
      </w:r>
    </w:p>
    <w:p w:rsidR="006044A6" w:rsidRDefault="006044A6" w:rsidP="006044A6">
      <w:pPr>
        <w:pStyle w:val="Datosautores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Nombres y Apellidos: Oscar Rodríguez.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Institución: CUJAE, Universidad Tecnológica de La Habana.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Grado Científico: Máster en Ciencias.</w:t>
      </w:r>
    </w:p>
    <w:p w:rsidR="006044A6" w:rsidRDefault="006044A6" w:rsidP="006044A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 oscarerr46@gmail.com</w:t>
      </w: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B15B70">
        <w:rPr>
          <w:rFonts w:ascii="Arial" w:hAnsi="Arial" w:cs="Arial"/>
          <w:sz w:val="24"/>
          <w:szCs w:val="24"/>
        </w:rPr>
        <w:t xml:space="preserve"> correspondencia de intercambio co</w:t>
      </w:r>
      <w:r w:rsidR="008C0AED">
        <w:rPr>
          <w:rFonts w:ascii="Arial" w:hAnsi="Arial" w:cs="Arial"/>
          <w:sz w:val="24"/>
          <w:szCs w:val="24"/>
        </w:rPr>
        <w:t>n la revista será realizada por</w:t>
      </w:r>
      <w:bookmarkStart w:id="0" w:name="_GoBack"/>
      <w:bookmarkEnd w:id="0"/>
      <w:r w:rsidR="00B15B70">
        <w:rPr>
          <w:rFonts w:ascii="Arial" w:hAnsi="Arial" w:cs="Arial"/>
          <w:sz w:val="24"/>
          <w:szCs w:val="24"/>
        </w:rPr>
        <w:t>:</w:t>
      </w:r>
    </w:p>
    <w:p w:rsidR="00E64F92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B15B70">
        <w:rPr>
          <w:rFonts w:ascii="Arial" w:hAnsi="Arial" w:cs="Arial"/>
          <w:i/>
          <w:sz w:val="24"/>
          <w:szCs w:val="24"/>
        </w:rPr>
        <w:t>Nombre del autor designado para el intercambio con la revista</w:t>
      </w:r>
      <w:r>
        <w:rPr>
          <w:rFonts w:ascii="Arial" w:hAnsi="Arial" w:cs="Arial"/>
          <w:sz w:val="24"/>
          <w:szCs w:val="24"/>
        </w:rPr>
        <w:t>:</w:t>
      </w:r>
      <w:r w:rsidR="006044A6">
        <w:rPr>
          <w:rFonts w:ascii="Arial" w:hAnsi="Arial" w:cs="Arial"/>
          <w:sz w:val="24"/>
          <w:szCs w:val="24"/>
        </w:rPr>
        <w:t xml:space="preserve"> Dariel Pereira Ruisánchez</w:t>
      </w:r>
    </w:p>
    <w:p w:rsidR="00B15B70" w:rsidRPr="00B15B70" w:rsidRDefault="00B15B70" w:rsidP="00A20E69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  <w:r w:rsidRPr="00B15B70">
        <w:rPr>
          <w:rFonts w:ascii="Arial" w:hAnsi="Arial" w:cs="Arial"/>
          <w:i/>
          <w:sz w:val="24"/>
          <w:szCs w:val="24"/>
        </w:rPr>
        <w:t>Email:</w:t>
      </w:r>
      <w:r w:rsidR="006044A6">
        <w:rPr>
          <w:rFonts w:ascii="Arial" w:hAnsi="Arial" w:cs="Arial"/>
          <w:i/>
          <w:sz w:val="24"/>
          <w:szCs w:val="24"/>
        </w:rPr>
        <w:t xml:space="preserve"> dariel@lacetel.cu</w:t>
      </w: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autores certificamos que el trabajo que se está proponiendo no será enviado a otra revista para su evaluación durante el proceso de r</w:t>
      </w:r>
      <w:r w:rsidR="006044A6">
        <w:rPr>
          <w:rFonts w:ascii="Arial" w:hAnsi="Arial" w:cs="Arial"/>
          <w:sz w:val="24"/>
          <w:szCs w:val="24"/>
        </w:rPr>
        <w:t>evisión del mismo en RIELAC</w:t>
      </w:r>
      <w:r>
        <w:rPr>
          <w:rFonts w:ascii="Arial" w:hAnsi="Arial" w:cs="Arial"/>
          <w:sz w:val="24"/>
          <w:szCs w:val="24"/>
        </w:rPr>
        <w:t>.</w:t>
      </w: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Saludos cordiales </w:t>
      </w:r>
    </w:p>
    <w:p w:rsidR="00B15B70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B15B70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Nombres y Apellidos de los Autores</w:t>
      </w:r>
    </w:p>
    <w:p w:rsidR="006044A6" w:rsidRDefault="006044A6" w:rsidP="006044A6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Ing. Dariel Pereira Ruisánchez</w:t>
      </w:r>
    </w:p>
    <w:p w:rsidR="008C0AED" w:rsidRPr="008C0AED" w:rsidRDefault="008C0AED" w:rsidP="006044A6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  <w:r w:rsidRPr="008C0AED">
        <w:rPr>
          <w:rFonts w:ascii="Arial" w:hAnsi="Arial" w:cs="Arial"/>
          <w:i/>
          <w:sz w:val="24"/>
          <w:szCs w:val="24"/>
        </w:rPr>
        <w:t xml:space="preserve">Ing. Flavia </w:t>
      </w:r>
      <w:proofErr w:type="spellStart"/>
      <w:r w:rsidRPr="008C0AED">
        <w:rPr>
          <w:rFonts w:ascii="Arial" w:hAnsi="Arial" w:cs="Arial"/>
          <w:i/>
          <w:sz w:val="24"/>
          <w:szCs w:val="24"/>
        </w:rPr>
        <w:t>Alvarez</w:t>
      </w:r>
      <w:proofErr w:type="spellEnd"/>
      <w:r w:rsidRPr="008C0AED">
        <w:rPr>
          <w:rFonts w:ascii="Arial" w:hAnsi="Arial" w:cs="Arial"/>
          <w:i/>
          <w:sz w:val="24"/>
          <w:szCs w:val="24"/>
        </w:rPr>
        <w:t xml:space="preserve"> Cesar </w:t>
      </w:r>
    </w:p>
    <w:p w:rsidR="008C0AED" w:rsidRPr="008C0AED" w:rsidRDefault="008C0AED" w:rsidP="006044A6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  <w:r w:rsidRPr="008C0AED">
        <w:rPr>
          <w:rFonts w:ascii="Arial" w:hAnsi="Arial" w:cs="Arial"/>
          <w:i/>
          <w:sz w:val="24"/>
          <w:szCs w:val="24"/>
        </w:rPr>
        <w:t xml:space="preserve">Ing. </w:t>
      </w:r>
      <w:proofErr w:type="spellStart"/>
      <w:r w:rsidRPr="008C0AED">
        <w:rPr>
          <w:rFonts w:ascii="Arial" w:hAnsi="Arial" w:cs="Arial"/>
          <w:i/>
          <w:sz w:val="24"/>
          <w:szCs w:val="24"/>
        </w:rPr>
        <w:t>Darian</w:t>
      </w:r>
      <w:proofErr w:type="spellEnd"/>
      <w:r w:rsidRPr="008C0AED">
        <w:rPr>
          <w:rFonts w:ascii="Arial" w:hAnsi="Arial" w:cs="Arial"/>
          <w:i/>
          <w:sz w:val="24"/>
          <w:szCs w:val="24"/>
        </w:rPr>
        <w:t xml:space="preserve"> Pérez Adán</w:t>
      </w:r>
    </w:p>
    <w:p w:rsidR="006044A6" w:rsidRDefault="006044A6" w:rsidP="006044A6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Ing. Ernesto </w:t>
      </w:r>
      <w:proofErr w:type="spellStart"/>
      <w:r>
        <w:rPr>
          <w:rFonts w:ascii="Arial" w:hAnsi="Arial" w:cs="Arial"/>
          <w:i/>
          <w:sz w:val="24"/>
          <w:szCs w:val="24"/>
        </w:rPr>
        <w:t>Fontes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Pupo</w:t>
      </w:r>
    </w:p>
    <w:p w:rsidR="006044A6" w:rsidRDefault="006044A6" w:rsidP="006044A6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i/>
          <w:sz w:val="24"/>
          <w:szCs w:val="24"/>
        </w:rPr>
        <w:t>MSc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i/>
          <w:sz w:val="24"/>
          <w:szCs w:val="24"/>
        </w:rPr>
        <w:t>Reinier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Díaz Hernández </w:t>
      </w:r>
    </w:p>
    <w:p w:rsidR="006044A6" w:rsidRPr="00E64F92" w:rsidRDefault="006044A6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sectPr w:rsidR="006044A6" w:rsidRPr="00E64F92" w:rsidSect="00A20E69">
      <w:type w:val="continuous"/>
      <w:pgSz w:w="12242" w:h="15842" w:code="1"/>
      <w:pgMar w:top="1417" w:right="1701" w:bottom="1417" w:left="1701" w:header="851" w:footer="720" w:gutter="0"/>
      <w:cols w:sep="1" w:space="335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F96A9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A150242"/>
    <w:multiLevelType w:val="singleLevel"/>
    <w:tmpl w:val="AFA268AA"/>
    <w:lvl w:ilvl="0">
      <w:start w:val="1"/>
      <w:numFmt w:val="bullet"/>
      <w:pStyle w:val="Listadepunt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0A2E85"/>
    <w:multiLevelType w:val="singleLevel"/>
    <w:tmpl w:val="BB42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227648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E28618B"/>
    <w:multiLevelType w:val="hybridMultilevel"/>
    <w:tmpl w:val="A6967AB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F3DA7"/>
    <w:multiLevelType w:val="hybridMultilevel"/>
    <w:tmpl w:val="FE04810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bordersDoNotSurroundHeader/>
  <w:bordersDoNotSurroundFooter/>
  <w:activeWritingStyle w:appName="MSWord" w:lang="es-ES" w:vendorID="9" w:dllVersion="512" w:checkStyle="1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333"/>
    <w:rsid w:val="000156B2"/>
    <w:rsid w:val="00021153"/>
    <w:rsid w:val="000476FA"/>
    <w:rsid w:val="000B0DAC"/>
    <w:rsid w:val="000C5348"/>
    <w:rsid w:val="000D5271"/>
    <w:rsid w:val="001F5E10"/>
    <w:rsid w:val="0020497A"/>
    <w:rsid w:val="00354457"/>
    <w:rsid w:val="00366585"/>
    <w:rsid w:val="00465C76"/>
    <w:rsid w:val="005330AC"/>
    <w:rsid w:val="005D1FCC"/>
    <w:rsid w:val="006044A6"/>
    <w:rsid w:val="006C4333"/>
    <w:rsid w:val="00751D64"/>
    <w:rsid w:val="00754862"/>
    <w:rsid w:val="00766420"/>
    <w:rsid w:val="00767F63"/>
    <w:rsid w:val="007C1592"/>
    <w:rsid w:val="008671C9"/>
    <w:rsid w:val="008A48CC"/>
    <w:rsid w:val="008C0AED"/>
    <w:rsid w:val="00935F18"/>
    <w:rsid w:val="009A0941"/>
    <w:rsid w:val="00A20E69"/>
    <w:rsid w:val="00A45276"/>
    <w:rsid w:val="00AB66BA"/>
    <w:rsid w:val="00B15B70"/>
    <w:rsid w:val="00B21A9A"/>
    <w:rsid w:val="00C56775"/>
    <w:rsid w:val="00D16762"/>
    <w:rsid w:val="00D97EF7"/>
    <w:rsid w:val="00E444B3"/>
    <w:rsid w:val="00E565B8"/>
    <w:rsid w:val="00E64F92"/>
    <w:rsid w:val="00F4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790A6A"/>
  <w15:docId w15:val="{78EEC7E9-835A-4503-9FEC-3415DAC8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Heading1">
    <w:name w:val="heading 1"/>
    <w:basedOn w:val="Normal"/>
    <w:next w:val="Normal"/>
    <w:link w:val="Heading1Ch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Heading1Char">
    <w:name w:val="Heading 1 Char"/>
    <w:basedOn w:val="DefaultParagraphFont"/>
    <w:link w:val="Heading1"/>
    <w:rsid w:val="00766420"/>
    <w:rPr>
      <w:rFonts w:ascii="Times" w:hAnsi="Times"/>
      <w:b/>
      <w:caps/>
      <w:sz w:val="24"/>
      <w:lang w:val="it-IT"/>
    </w:rPr>
  </w:style>
  <w:style w:type="paragraph" w:styleId="BalloonText">
    <w:name w:val="Balloon Text"/>
    <w:basedOn w:val="Normal"/>
    <w:link w:val="BalloonTextChar"/>
    <w:rsid w:val="00F429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29DA"/>
    <w:rPr>
      <w:rFonts w:ascii="Tahoma" w:hAnsi="Tahoma" w:cs="Tahoma"/>
      <w:sz w:val="16"/>
      <w:szCs w:val="16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USAY\Cosas%20de%20trabajo\Revista%20Digital%20RIEAC\Gesti&#243;n%20de%20la%20revista\Gestion\Plantillas\Plantilla_art&#237;c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Plantilla_artículo</Template>
  <TotalTime>0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plantilla revista electronica cujae</vt:lpstr>
      <vt:lpstr>plantilla revista electronica cujae</vt:lpstr>
    </vt:vector>
  </TitlesOfParts>
  <Company>IST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revista electronica cujae</dc:title>
  <dc:creator>WinuE</dc:creator>
  <cp:lastModifiedBy>Dariel Pereira Ruisánchez</cp:lastModifiedBy>
  <cp:revision>2</cp:revision>
  <cp:lastPrinted>2011-10-31T19:06:00Z</cp:lastPrinted>
  <dcterms:created xsi:type="dcterms:W3CDTF">2018-05-22T15:48:00Z</dcterms:created>
  <dcterms:modified xsi:type="dcterms:W3CDTF">2018-05-22T15:48:00Z</dcterms:modified>
</cp:coreProperties>
</file>