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FCC" w:rsidRDefault="00A45276">
      <w:pPr>
        <w:pStyle w:val="Nombresautores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  <w:lang w:val="en-US" w:eastAsia="en-US"/>
        </w:rPr>
        <w:drawing>
          <wp:inline distT="0" distB="0" distL="0" distR="0">
            <wp:extent cx="2776855" cy="746760"/>
            <wp:effectExtent l="19050" t="0" r="4445" b="0"/>
            <wp:docPr id="1" name="Imagen 1" descr="logo rielac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rielac copi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Dr. Orestes </w:t>
      </w:r>
      <w:proofErr w:type="spellStart"/>
      <w:r w:rsidRPr="00E64F92">
        <w:rPr>
          <w:rFonts w:ascii="Arial" w:hAnsi="Arial" w:cs="Arial"/>
          <w:sz w:val="24"/>
          <w:szCs w:val="24"/>
        </w:rPr>
        <w:t>Llanes</w:t>
      </w:r>
      <w:proofErr w:type="spellEnd"/>
      <w:r w:rsidRPr="00E64F92">
        <w:rPr>
          <w:rFonts w:ascii="Arial" w:hAnsi="Arial" w:cs="Arial"/>
          <w:sz w:val="24"/>
          <w:szCs w:val="24"/>
        </w:rPr>
        <w:t xml:space="preserve"> Santiago</w:t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Editor Jefe RIELAC</w:t>
      </w:r>
    </w:p>
    <w:p w:rsidR="00A20E69" w:rsidRDefault="00A20E69" w:rsidP="00A20E69">
      <w:pPr>
        <w:pStyle w:val="Datosautores"/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Estimado Dr. </w:t>
      </w:r>
      <w:proofErr w:type="spellStart"/>
      <w:r w:rsidRPr="00E64F92">
        <w:rPr>
          <w:rFonts w:ascii="Arial" w:hAnsi="Arial" w:cs="Arial"/>
          <w:sz w:val="24"/>
          <w:szCs w:val="24"/>
        </w:rPr>
        <w:t>Llanes</w:t>
      </w:r>
      <w:proofErr w:type="spellEnd"/>
      <w:r w:rsidRPr="00E64F92">
        <w:rPr>
          <w:rFonts w:ascii="Arial" w:hAnsi="Arial" w:cs="Arial"/>
          <w:sz w:val="24"/>
          <w:szCs w:val="24"/>
        </w:rPr>
        <w:t>-Santiago: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Por medio de la presente estamos  enviándole  una propuesta de contribución  para la Revista Electrónica y Comunicaciones (RIELAC)  con el título</w:t>
      </w:r>
      <w:r w:rsidR="00EE21D4">
        <w:rPr>
          <w:rFonts w:ascii="Arial" w:hAnsi="Arial" w:cs="Arial"/>
          <w:sz w:val="24"/>
          <w:szCs w:val="24"/>
        </w:rPr>
        <w:t>:</w:t>
      </w:r>
      <w:r w:rsidRPr="00EE21D4">
        <w:rPr>
          <w:rFonts w:ascii="Arial" w:hAnsi="Arial" w:cs="Arial"/>
          <w:b/>
          <w:sz w:val="24"/>
          <w:szCs w:val="24"/>
        </w:rPr>
        <w:t xml:space="preserve"> </w:t>
      </w:r>
      <w:r w:rsidR="00EE21D4" w:rsidRPr="00286888">
        <w:rPr>
          <w:rFonts w:ascii="Arial" w:hAnsi="Arial" w:cs="Arial"/>
          <w:b/>
          <w:sz w:val="24"/>
          <w:szCs w:val="24"/>
        </w:rPr>
        <w:t>“</w:t>
      </w:r>
      <w:r w:rsidR="00344A6F">
        <w:rPr>
          <w:rFonts w:ascii="Arial" w:hAnsi="Arial" w:cs="Arial"/>
          <w:b/>
          <w:sz w:val="24"/>
          <w:szCs w:val="24"/>
        </w:rPr>
        <w:t>Antena de Parche con Polarización Circular, para Aplicaciones RFID</w:t>
      </w:r>
      <w:r w:rsidR="00EE21D4">
        <w:rPr>
          <w:rFonts w:ascii="Arial" w:hAnsi="Arial" w:cs="Arial"/>
          <w:b/>
          <w:sz w:val="24"/>
          <w:szCs w:val="24"/>
        </w:rPr>
        <w:t>”</w:t>
      </w:r>
      <w:r w:rsidRPr="00E64F92">
        <w:rPr>
          <w:rFonts w:ascii="Arial" w:hAnsi="Arial" w:cs="Arial"/>
          <w:sz w:val="24"/>
          <w:szCs w:val="24"/>
        </w:rPr>
        <w:t>.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Los autores del trabajo certificamos que </w:t>
      </w:r>
      <w:r w:rsidR="00E64F92">
        <w:rPr>
          <w:rFonts w:ascii="Arial" w:hAnsi="Arial" w:cs="Arial"/>
          <w:sz w:val="24"/>
          <w:szCs w:val="24"/>
        </w:rPr>
        <w:t xml:space="preserve">todos hemos trabajado en </w:t>
      </w:r>
      <w:r w:rsidRPr="00E64F92">
        <w:rPr>
          <w:rFonts w:ascii="Arial" w:hAnsi="Arial" w:cs="Arial"/>
          <w:sz w:val="24"/>
          <w:szCs w:val="24"/>
        </w:rPr>
        <w:t>esta propuesta</w:t>
      </w:r>
      <w:r w:rsidR="00B15B70">
        <w:rPr>
          <w:rFonts w:ascii="Arial" w:hAnsi="Arial" w:cs="Arial"/>
          <w:sz w:val="24"/>
          <w:szCs w:val="24"/>
        </w:rPr>
        <w:t>, que la misma</w:t>
      </w:r>
      <w:r w:rsidRPr="00E64F92">
        <w:rPr>
          <w:rFonts w:ascii="Arial" w:hAnsi="Arial" w:cs="Arial"/>
          <w:sz w:val="24"/>
          <w:szCs w:val="24"/>
        </w:rPr>
        <w:t xml:space="preserve"> no ha sido, ni está siendo sometida a la consideración de otra revista y que el trabajo no ha sido publicado con anterioridad.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Los aportes fundamentales que se están haciendo en este trabajo son los siguientes:</w:t>
      </w:r>
    </w:p>
    <w:p w:rsidR="00E64F92" w:rsidRPr="00E64F92" w:rsidRDefault="00344A6F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Propone un método de alimentación novedoso, que aumenta considerablemente el ancho de banda en polarización circular en las antenas utilizadas en aplicaciones RFID</w:t>
      </w:r>
      <w:r w:rsidR="00E64F92" w:rsidRPr="00E64F92">
        <w:rPr>
          <w:rFonts w:ascii="Arial" w:hAnsi="Arial" w:cs="Arial"/>
          <w:sz w:val="24"/>
          <w:szCs w:val="24"/>
        </w:rPr>
        <w:t>.</w:t>
      </w:r>
    </w:p>
    <w:p w:rsidR="00EE21D4" w:rsidRDefault="00EE21D4" w:rsidP="00EE21D4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EE21D4">
        <w:rPr>
          <w:rFonts w:ascii="Arial" w:hAnsi="Arial" w:cs="Arial"/>
          <w:sz w:val="24"/>
          <w:szCs w:val="24"/>
        </w:rPr>
        <w:t>stab</w:t>
      </w:r>
      <w:r w:rsidR="00586F14">
        <w:rPr>
          <w:rFonts w:ascii="Arial" w:hAnsi="Arial" w:cs="Arial"/>
          <w:sz w:val="24"/>
          <w:szCs w:val="24"/>
        </w:rPr>
        <w:t>lece una línea para desarrollar</w:t>
      </w:r>
      <w:r w:rsidRPr="00EE21D4">
        <w:rPr>
          <w:rFonts w:ascii="Arial" w:hAnsi="Arial" w:cs="Arial"/>
          <w:sz w:val="24"/>
          <w:szCs w:val="24"/>
        </w:rPr>
        <w:t xml:space="preserve"> Antenas </w:t>
      </w:r>
      <w:r w:rsidR="00586F14">
        <w:rPr>
          <w:rFonts w:ascii="Arial" w:hAnsi="Arial" w:cs="Arial"/>
          <w:sz w:val="24"/>
          <w:szCs w:val="24"/>
        </w:rPr>
        <w:t>de Parche con diferentes geometrías y así utilizarlas en el campo de las</w:t>
      </w:r>
      <w:r w:rsidRPr="00EE21D4">
        <w:rPr>
          <w:rFonts w:ascii="Arial" w:hAnsi="Arial" w:cs="Arial"/>
          <w:sz w:val="24"/>
          <w:szCs w:val="24"/>
        </w:rPr>
        <w:t xml:space="preserve"> Comunicaciones Inalámbricas</w:t>
      </w:r>
      <w:r w:rsidR="00586F14">
        <w:rPr>
          <w:rFonts w:ascii="Arial" w:hAnsi="Arial" w:cs="Arial"/>
          <w:sz w:val="24"/>
          <w:szCs w:val="24"/>
        </w:rPr>
        <w:t>, para diferentes aplicaciones que requieran elevados anchos de banda en polarización circular</w:t>
      </w:r>
      <w:r w:rsidRPr="00EE21D4">
        <w:rPr>
          <w:rFonts w:ascii="Arial" w:hAnsi="Arial" w:cs="Arial"/>
          <w:sz w:val="24"/>
          <w:szCs w:val="24"/>
        </w:rPr>
        <w:t>.</w:t>
      </w:r>
    </w:p>
    <w:p w:rsidR="00EE21D4" w:rsidRPr="00EE21D4" w:rsidRDefault="00EE21D4" w:rsidP="00EE21D4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logró el diseño e implementación de un</w:t>
      </w:r>
      <w:r w:rsidR="00344A6F">
        <w:rPr>
          <w:rFonts w:ascii="Arial" w:hAnsi="Arial" w:cs="Arial"/>
          <w:sz w:val="24"/>
          <w:szCs w:val="24"/>
        </w:rPr>
        <w:t>a antena que resuena en 2.44 GHz la cual cumple con los requerimientos establecidos para aplicaciones RFID</w:t>
      </w:r>
      <w:r w:rsidR="00586F14">
        <w:rPr>
          <w:rFonts w:ascii="Arial" w:hAnsi="Arial" w:cs="Arial"/>
          <w:sz w:val="24"/>
          <w:szCs w:val="24"/>
        </w:rPr>
        <w:t>, superando de manera considerable las características de radiación de antenas existentes</w:t>
      </w:r>
      <w:r>
        <w:rPr>
          <w:rFonts w:ascii="Arial" w:hAnsi="Arial" w:cs="Arial"/>
          <w:sz w:val="24"/>
          <w:szCs w:val="24"/>
        </w:rPr>
        <w:t xml:space="preserve">. </w:t>
      </w:r>
    </w:p>
    <w:p w:rsidR="00E64F92" w:rsidRPr="00E64F92" w:rsidRDefault="00E64F92" w:rsidP="00E64F92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Pr="00E64F92" w:rsidRDefault="00E64F92" w:rsidP="00EF4D07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Como posibles revisores de este trabajo </w:t>
      </w:r>
      <w:r w:rsidR="00EF4D07">
        <w:rPr>
          <w:rFonts w:ascii="Arial" w:hAnsi="Arial" w:cs="Arial"/>
          <w:sz w:val="24"/>
          <w:szCs w:val="24"/>
        </w:rPr>
        <w:t>no tenemos ninguna propuesta. Esperando la valoración de este artículo por otros expertos.</w:t>
      </w:r>
      <w:r w:rsidR="00EF4D07" w:rsidRPr="00E64F92">
        <w:rPr>
          <w:rFonts w:ascii="Arial" w:hAnsi="Arial" w:cs="Arial"/>
          <w:sz w:val="24"/>
          <w:szCs w:val="24"/>
        </w:rPr>
        <w:t xml:space="preserve"> </w:t>
      </w:r>
    </w:p>
    <w:p w:rsidR="00EF4D07" w:rsidRDefault="00EF4D07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B15B70">
        <w:rPr>
          <w:rFonts w:ascii="Arial" w:hAnsi="Arial" w:cs="Arial"/>
          <w:sz w:val="24"/>
          <w:szCs w:val="24"/>
        </w:rPr>
        <w:t xml:space="preserve"> correspondencia de intercambio con la revista será realizada </w:t>
      </w:r>
      <w:r w:rsidR="00EE21D4">
        <w:rPr>
          <w:rFonts w:ascii="Arial" w:hAnsi="Arial" w:cs="Arial"/>
          <w:sz w:val="24"/>
          <w:szCs w:val="24"/>
        </w:rPr>
        <w:t>por:</w:t>
      </w:r>
    </w:p>
    <w:p w:rsidR="00E64F92" w:rsidRDefault="00586F14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Dayan Pérez Quintana</w:t>
      </w:r>
      <w:r w:rsidR="00EE21D4">
        <w:rPr>
          <w:rFonts w:ascii="Arial" w:hAnsi="Arial" w:cs="Arial"/>
          <w:i/>
          <w:sz w:val="24"/>
          <w:szCs w:val="24"/>
        </w:rPr>
        <w:t>.</w:t>
      </w:r>
    </w:p>
    <w:p w:rsidR="00B15B70" w:rsidRPr="00B15B70" w:rsidRDefault="00B15B70" w:rsidP="00A20E69">
      <w:pPr>
        <w:pStyle w:val="Datosautores"/>
        <w:jc w:val="both"/>
        <w:rPr>
          <w:rFonts w:ascii="Arial" w:hAnsi="Arial" w:cs="Arial"/>
          <w:i/>
          <w:sz w:val="24"/>
          <w:szCs w:val="24"/>
        </w:rPr>
      </w:pPr>
      <w:r w:rsidRPr="00B15B70">
        <w:rPr>
          <w:rFonts w:ascii="Arial" w:hAnsi="Arial" w:cs="Arial"/>
          <w:i/>
          <w:sz w:val="24"/>
          <w:szCs w:val="24"/>
        </w:rPr>
        <w:t>Email:</w:t>
      </w:r>
      <w:r w:rsidR="00EE21D4">
        <w:rPr>
          <w:rFonts w:ascii="Arial" w:hAnsi="Arial" w:cs="Arial"/>
          <w:i/>
          <w:sz w:val="24"/>
          <w:szCs w:val="24"/>
        </w:rPr>
        <w:t xml:space="preserve"> </w:t>
      </w:r>
      <w:r w:rsidR="00586F14">
        <w:rPr>
          <w:rFonts w:ascii="Arial" w:hAnsi="Arial" w:cs="Arial"/>
          <w:i/>
          <w:sz w:val="24"/>
          <w:szCs w:val="24"/>
        </w:rPr>
        <w:t>dayan.pq@tele.cujae.edu.cu</w:t>
      </w: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autores certificamos que el trabajo que se está proponiendo no será enviado a otra revista para su evaluación durante el proceso de revisión del mismo en </w:t>
      </w:r>
      <w:r w:rsidR="009F284B">
        <w:rPr>
          <w:rFonts w:ascii="Arial" w:hAnsi="Arial" w:cs="Arial"/>
          <w:sz w:val="24"/>
          <w:szCs w:val="24"/>
        </w:rPr>
        <w:t>RIELAC.</w:t>
      </w: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Saludos cordiales </w:t>
      </w:r>
    </w:p>
    <w:p w:rsidR="00586F14" w:rsidRDefault="00586F14" w:rsidP="005214B2">
      <w:pPr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lastRenderedPageBreak/>
        <w:t>Ing. Dayan Pérez Quintana</w:t>
      </w:r>
    </w:p>
    <w:p w:rsidR="00586F14" w:rsidRDefault="00586F14" w:rsidP="005214B2">
      <w:pPr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Ing. Yosan Morales García</w:t>
      </w:r>
    </w:p>
    <w:p w:rsidR="00B15B70" w:rsidRPr="00586F14" w:rsidRDefault="009F284B" w:rsidP="005214B2">
      <w:pPr>
        <w:rPr>
          <w:rFonts w:ascii="Arial" w:hAnsi="Arial" w:cs="Arial"/>
          <w:szCs w:val="24"/>
          <w:lang w:val="es-ES"/>
        </w:rPr>
      </w:pPr>
      <w:proofErr w:type="spellStart"/>
      <w:r w:rsidRPr="009F284B">
        <w:rPr>
          <w:rFonts w:ascii="Arial" w:hAnsi="Arial" w:cs="Arial"/>
          <w:szCs w:val="24"/>
          <w:lang w:val="es-ES"/>
        </w:rPr>
        <w:t>DrC</w:t>
      </w:r>
      <w:proofErr w:type="spellEnd"/>
      <w:r w:rsidRPr="009F284B">
        <w:rPr>
          <w:rFonts w:ascii="Arial" w:hAnsi="Arial" w:cs="Arial"/>
          <w:szCs w:val="24"/>
          <w:lang w:val="es-ES"/>
        </w:rPr>
        <w:t>. Francisco Mara</w:t>
      </w:r>
      <w:bookmarkStart w:id="0" w:name="_GoBack"/>
      <w:bookmarkEnd w:id="0"/>
      <w:r w:rsidRPr="009F284B">
        <w:rPr>
          <w:rFonts w:ascii="Arial" w:hAnsi="Arial" w:cs="Arial"/>
          <w:szCs w:val="24"/>
          <w:lang w:val="es-ES"/>
        </w:rPr>
        <w:t>nte Rizo</w:t>
      </w:r>
    </w:p>
    <w:sectPr w:rsidR="00B15B70" w:rsidRPr="00586F14" w:rsidSect="00A20E69">
      <w:type w:val="continuous"/>
      <w:pgSz w:w="12242" w:h="15842" w:code="1"/>
      <w:pgMar w:top="1417" w:right="1701" w:bottom="1417" w:left="1701" w:header="851" w:footer="720" w:gutter="0"/>
      <w:cols w:sep="1" w:space="335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96A9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A150242"/>
    <w:multiLevelType w:val="singleLevel"/>
    <w:tmpl w:val="AFA268AA"/>
    <w:lvl w:ilvl="0">
      <w:start w:val="1"/>
      <w:numFmt w:val="bullet"/>
      <w:pStyle w:val="Listadepunt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0A2E85"/>
    <w:multiLevelType w:val="singleLevel"/>
    <w:tmpl w:val="BB424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227648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E28618B"/>
    <w:multiLevelType w:val="hybridMultilevel"/>
    <w:tmpl w:val="A6967AB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F3DA7"/>
    <w:multiLevelType w:val="hybridMultilevel"/>
    <w:tmpl w:val="FE04810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bordersDoNotSurroundHeader/>
  <w:bordersDoNotSurroundFooter/>
  <w:activeWritingStyle w:appName="MSWord" w:lang="es-ES" w:vendorID="9" w:dllVersion="512" w:checkStyle="1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33"/>
    <w:rsid w:val="000156B2"/>
    <w:rsid w:val="00021153"/>
    <w:rsid w:val="000476FA"/>
    <w:rsid w:val="000B0DAC"/>
    <w:rsid w:val="000C5348"/>
    <w:rsid w:val="000D5271"/>
    <w:rsid w:val="0020497A"/>
    <w:rsid w:val="00286888"/>
    <w:rsid w:val="00344A6F"/>
    <w:rsid w:val="00354457"/>
    <w:rsid w:val="00366585"/>
    <w:rsid w:val="00465C76"/>
    <w:rsid w:val="005214B2"/>
    <w:rsid w:val="005330AC"/>
    <w:rsid w:val="00586F14"/>
    <w:rsid w:val="005D1FCC"/>
    <w:rsid w:val="006C4333"/>
    <w:rsid w:val="00751D64"/>
    <w:rsid w:val="00754862"/>
    <w:rsid w:val="00766420"/>
    <w:rsid w:val="00767F63"/>
    <w:rsid w:val="007C1592"/>
    <w:rsid w:val="008671C9"/>
    <w:rsid w:val="008A48CC"/>
    <w:rsid w:val="00935F18"/>
    <w:rsid w:val="009A0941"/>
    <w:rsid w:val="009F284B"/>
    <w:rsid w:val="00A20E69"/>
    <w:rsid w:val="00A45276"/>
    <w:rsid w:val="00AB66BA"/>
    <w:rsid w:val="00B15B70"/>
    <w:rsid w:val="00B21A9A"/>
    <w:rsid w:val="00D16762"/>
    <w:rsid w:val="00D97EF7"/>
    <w:rsid w:val="00E444B3"/>
    <w:rsid w:val="00E64F92"/>
    <w:rsid w:val="00EE21D4"/>
    <w:rsid w:val="00EF4D07"/>
    <w:rsid w:val="00F429DA"/>
    <w:rsid w:val="00F7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" w:hAnsi="Times"/>
      <w:sz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pPr>
      <w:jc w:val="center"/>
    </w:pPr>
    <w:rPr>
      <w:b/>
      <w:sz w:val="18"/>
    </w:rPr>
  </w:style>
  <w:style w:type="character" w:styleId="Hipervnculovisitado">
    <w:name w:val="FollowedHyperlink"/>
    <w:basedOn w:val="Fuentedeprrafopredeter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pPr>
      <w:spacing w:before="120"/>
      <w:jc w:val="center"/>
    </w:pPr>
    <w:rPr>
      <w:b/>
      <w:i/>
      <w:sz w:val="1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pPr>
      <w:keepNext/>
      <w:jc w:val="center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pPr>
      <w:spacing w:before="320"/>
    </w:pPr>
  </w:style>
  <w:style w:type="paragraph" w:customStyle="1" w:styleId="Listadepuntos">
    <w:name w:val="Lista de puntos"/>
    <w:basedOn w:val="Textonormal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pPr>
      <w:spacing w:after="80"/>
      <w:jc w:val="both"/>
    </w:pPr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766420"/>
    <w:rPr>
      <w:rFonts w:ascii="Times" w:hAnsi="Times"/>
      <w:b/>
      <w:caps/>
      <w:sz w:val="24"/>
      <w:lang w:val="it-IT"/>
    </w:rPr>
  </w:style>
  <w:style w:type="paragraph" w:styleId="Textodeglobo">
    <w:name w:val="Balloon Text"/>
    <w:basedOn w:val="Normal"/>
    <w:link w:val="TextodegloboCar"/>
    <w:rsid w:val="00F429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429DA"/>
    <w:rPr>
      <w:rFonts w:ascii="Tahoma" w:hAnsi="Tahoma" w:cs="Tahoma"/>
      <w:sz w:val="16"/>
      <w:szCs w:val="16"/>
      <w:lang w:val="en-U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" w:hAnsi="Times"/>
      <w:sz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pPr>
      <w:jc w:val="center"/>
    </w:pPr>
    <w:rPr>
      <w:b/>
      <w:sz w:val="18"/>
    </w:rPr>
  </w:style>
  <w:style w:type="character" w:styleId="Hipervnculovisitado">
    <w:name w:val="FollowedHyperlink"/>
    <w:basedOn w:val="Fuentedeprrafopredeter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pPr>
      <w:spacing w:before="120"/>
      <w:jc w:val="center"/>
    </w:pPr>
    <w:rPr>
      <w:b/>
      <w:i/>
      <w:sz w:val="1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pPr>
      <w:keepNext/>
      <w:jc w:val="center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pPr>
      <w:spacing w:before="320"/>
    </w:pPr>
  </w:style>
  <w:style w:type="paragraph" w:customStyle="1" w:styleId="Listadepuntos">
    <w:name w:val="Lista de puntos"/>
    <w:basedOn w:val="Textonormal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pPr>
      <w:spacing w:after="80"/>
      <w:jc w:val="both"/>
    </w:pPr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766420"/>
    <w:rPr>
      <w:rFonts w:ascii="Times" w:hAnsi="Times"/>
      <w:b/>
      <w:caps/>
      <w:sz w:val="24"/>
      <w:lang w:val="it-IT"/>
    </w:rPr>
  </w:style>
  <w:style w:type="paragraph" w:styleId="Textodeglobo">
    <w:name w:val="Balloon Text"/>
    <w:basedOn w:val="Normal"/>
    <w:link w:val="TextodegloboCar"/>
    <w:rsid w:val="00F429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429DA"/>
    <w:rPr>
      <w:rFonts w:ascii="Tahoma" w:hAnsi="Tahoma" w:cs="Tahoma"/>
      <w:sz w:val="16"/>
      <w:szCs w:val="16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USAY\Cosas%20de%20trabajo\Revista%20Digital%20RIEAC\Gesti&#243;n%20de%20la%20revista\Gestion\Plantillas\Plantilla_art&#237;cu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Plantilla_artículo</Template>
  <TotalTime>45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revista electronica cujae</vt:lpstr>
    </vt:vector>
  </TitlesOfParts>
  <Company>IST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revista electronica cujae</dc:title>
  <dc:creator>WinuE</dc:creator>
  <cp:lastModifiedBy>DDD</cp:lastModifiedBy>
  <cp:revision>10</cp:revision>
  <cp:lastPrinted>2011-10-31T19:06:00Z</cp:lastPrinted>
  <dcterms:created xsi:type="dcterms:W3CDTF">2015-11-16T17:33:00Z</dcterms:created>
  <dcterms:modified xsi:type="dcterms:W3CDTF">2017-10-19T16:54:00Z</dcterms:modified>
</cp:coreProperties>
</file>