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FCC" w:rsidRDefault="00A45276">
      <w:pPr>
        <w:pStyle w:val="Nombresautores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2776855" cy="746760"/>
            <wp:effectExtent l="19050" t="0" r="4445" b="0"/>
            <wp:docPr id="1" name="Imagen 1" descr="logo rielac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ielac cop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Dr. Orestes Llanes Santiago</w:t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Editor Jefe RIELAC</w:t>
      </w:r>
    </w:p>
    <w:p w:rsidR="00A20E69" w:rsidRDefault="00A20E69" w:rsidP="00A20E69">
      <w:pPr>
        <w:pStyle w:val="Datosautores"/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Estimado Dr. Llanes-Santiago: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Por medio de la presente estamos  enviándole  una propuesta de contribución  para la Revista Electró</w:t>
      </w:r>
      <w:r w:rsidR="00597540">
        <w:rPr>
          <w:rFonts w:ascii="Arial" w:hAnsi="Arial" w:cs="Arial"/>
          <w:sz w:val="24"/>
          <w:szCs w:val="24"/>
        </w:rPr>
        <w:t xml:space="preserve">nica y Comunicaciones (RIELAC) </w:t>
      </w:r>
      <w:r w:rsidRPr="00E64F92">
        <w:rPr>
          <w:rFonts w:ascii="Arial" w:hAnsi="Arial" w:cs="Arial"/>
          <w:sz w:val="24"/>
          <w:szCs w:val="24"/>
        </w:rPr>
        <w:t xml:space="preserve">con el </w:t>
      </w:r>
      <w:r w:rsidR="00597540" w:rsidRPr="00E64F92">
        <w:rPr>
          <w:rFonts w:ascii="Arial" w:hAnsi="Arial" w:cs="Arial"/>
          <w:sz w:val="24"/>
          <w:szCs w:val="24"/>
        </w:rPr>
        <w:t>título</w:t>
      </w:r>
      <w:r w:rsidR="00597540" w:rsidRPr="00597540">
        <w:t xml:space="preserve"> </w:t>
      </w:r>
      <w:r w:rsidR="001A30D0" w:rsidRPr="001A30D0">
        <w:rPr>
          <w:rFonts w:ascii="Arial" w:hAnsi="Arial" w:cs="Arial"/>
          <w:sz w:val="24"/>
          <w:szCs w:val="24"/>
        </w:rPr>
        <w:t>AN ARRAY OF 14 POINTS FOR A MORE REALISTIC SPATIAL AVERAGING OF THE RF FIELDS OVER THE HUMAN BODY</w:t>
      </w:r>
      <w:r w:rsidR="00597540">
        <w:rPr>
          <w:rFonts w:ascii="Arial" w:hAnsi="Arial" w:cs="Arial"/>
          <w:sz w:val="24"/>
          <w:szCs w:val="24"/>
        </w:rPr>
        <w:t xml:space="preserve">. </w:t>
      </w:r>
      <w:r w:rsidRPr="00E64F92">
        <w:rPr>
          <w:rFonts w:ascii="Arial" w:hAnsi="Arial" w:cs="Arial"/>
          <w:sz w:val="24"/>
          <w:szCs w:val="24"/>
        </w:rPr>
        <w:t xml:space="preserve">Los autores del trabajo certificamos que </w:t>
      </w:r>
      <w:r w:rsidR="00E64F92">
        <w:rPr>
          <w:rFonts w:ascii="Arial" w:hAnsi="Arial" w:cs="Arial"/>
          <w:sz w:val="24"/>
          <w:szCs w:val="24"/>
        </w:rPr>
        <w:t xml:space="preserve">todos hemos trabajado en </w:t>
      </w:r>
      <w:r w:rsidRPr="00E64F92">
        <w:rPr>
          <w:rFonts w:ascii="Arial" w:hAnsi="Arial" w:cs="Arial"/>
          <w:sz w:val="24"/>
          <w:szCs w:val="24"/>
        </w:rPr>
        <w:t>esta propuesta</w:t>
      </w:r>
      <w:r w:rsidR="00B15B70">
        <w:rPr>
          <w:rFonts w:ascii="Arial" w:hAnsi="Arial" w:cs="Arial"/>
          <w:sz w:val="24"/>
          <w:szCs w:val="24"/>
        </w:rPr>
        <w:t>, que la misma</w:t>
      </w:r>
      <w:r w:rsidRPr="00E64F92">
        <w:rPr>
          <w:rFonts w:ascii="Arial" w:hAnsi="Arial" w:cs="Arial"/>
          <w:sz w:val="24"/>
          <w:szCs w:val="24"/>
        </w:rPr>
        <w:t xml:space="preserve"> no ha sido, ni está siendo sometida a la consideración de otra revista y que el trabajo no ha sido publicado con anterioridad.</w:t>
      </w:r>
    </w:p>
    <w:p w:rsidR="00A20E69" w:rsidRPr="00E64F92" w:rsidRDefault="001A30D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aporte fundamental que se está</w:t>
      </w:r>
      <w:r w:rsidR="00A20E69" w:rsidRPr="00E64F92">
        <w:rPr>
          <w:rFonts w:ascii="Arial" w:hAnsi="Arial" w:cs="Arial"/>
          <w:sz w:val="24"/>
          <w:szCs w:val="24"/>
        </w:rPr>
        <w:t xml:space="preserve"> haciendo en este trabajo </w:t>
      </w:r>
      <w:r>
        <w:rPr>
          <w:rFonts w:ascii="Arial" w:hAnsi="Arial" w:cs="Arial"/>
          <w:sz w:val="24"/>
          <w:szCs w:val="24"/>
        </w:rPr>
        <w:t>es</w:t>
      </w:r>
      <w:r w:rsidR="00A20E69" w:rsidRPr="00E64F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 siguiente</w:t>
      </w:r>
      <w:r w:rsidR="00A20E69" w:rsidRPr="00E64F92">
        <w:rPr>
          <w:rFonts w:ascii="Arial" w:hAnsi="Arial" w:cs="Arial"/>
          <w:sz w:val="24"/>
          <w:szCs w:val="24"/>
        </w:rPr>
        <w:t>:</w:t>
      </w:r>
    </w:p>
    <w:p w:rsidR="00CD3C67" w:rsidRPr="001F5106" w:rsidRDefault="007477AA" w:rsidP="008A1985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Arreglo</w:t>
      </w:r>
      <w:r w:rsidR="008A1985" w:rsidRPr="008A1985">
        <w:rPr>
          <w:rFonts w:ascii="Arial" w:hAnsi="Arial" w:cs="Arial"/>
          <w:sz w:val="24"/>
          <w:szCs w:val="24"/>
        </w:rPr>
        <w:t xml:space="preserve"> para </w:t>
      </w:r>
      <w:r>
        <w:rPr>
          <w:rFonts w:ascii="Arial" w:hAnsi="Arial" w:cs="Arial"/>
          <w:sz w:val="24"/>
          <w:szCs w:val="24"/>
        </w:rPr>
        <w:t>un</w:t>
      </w:r>
      <w:r w:rsidR="008A1985" w:rsidRPr="008A1985">
        <w:rPr>
          <w:rFonts w:ascii="Arial" w:hAnsi="Arial" w:cs="Arial"/>
          <w:sz w:val="24"/>
          <w:szCs w:val="24"/>
        </w:rPr>
        <w:t xml:space="preserve"> promediado espacial </w:t>
      </w:r>
      <w:r>
        <w:rPr>
          <w:rFonts w:ascii="Arial" w:hAnsi="Arial" w:cs="Arial"/>
          <w:sz w:val="24"/>
          <w:szCs w:val="24"/>
        </w:rPr>
        <w:t xml:space="preserve">más realista </w:t>
      </w:r>
      <w:r w:rsidR="008A1985" w:rsidRPr="008A1985">
        <w:rPr>
          <w:rFonts w:ascii="Arial" w:hAnsi="Arial" w:cs="Arial"/>
          <w:sz w:val="24"/>
          <w:szCs w:val="24"/>
        </w:rPr>
        <w:t>del campo sobre el cuerpo humano</w:t>
      </w:r>
      <w:r w:rsidR="00CD3C67">
        <w:rPr>
          <w:rFonts w:ascii="Arial" w:hAnsi="Arial" w:cs="Arial"/>
          <w:sz w:val="24"/>
          <w:szCs w:val="24"/>
        </w:rPr>
        <w:t>.</w:t>
      </w:r>
      <w:r w:rsidR="00CD3C67" w:rsidRPr="001F5106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Como posibles revisores de este trabajo proponemos a los siguientes 5  profesores y/o investigadores. Ninguno de ellos pertenece a las Instituciones donde laboran los autores de este trabajo.</w:t>
      </w:r>
    </w:p>
    <w:p w:rsidR="007B47BB" w:rsidRDefault="007B47BB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7B47BB">
        <w:rPr>
          <w:rFonts w:ascii="Arial" w:hAnsi="Arial" w:cs="Arial"/>
          <w:sz w:val="24"/>
          <w:szCs w:val="24"/>
        </w:rPr>
        <w:t>Nombres y Apellidos:</w:t>
      </w:r>
      <w:r>
        <w:rPr>
          <w:rFonts w:ascii="Arial" w:hAnsi="Arial" w:cs="Arial"/>
          <w:sz w:val="24"/>
          <w:szCs w:val="24"/>
        </w:rPr>
        <w:t xml:space="preserve"> Miguel C</w:t>
      </w:r>
      <w:r w:rsidRPr="007B47BB">
        <w:rPr>
          <w:rFonts w:ascii="Arial" w:hAnsi="Arial" w:cs="Arial"/>
          <w:sz w:val="24"/>
          <w:szCs w:val="24"/>
        </w:rPr>
        <w:t>astro Fern</w:t>
      </w:r>
      <w:r>
        <w:rPr>
          <w:rFonts w:ascii="Arial" w:hAnsi="Arial" w:cs="Arial"/>
          <w:sz w:val="24"/>
          <w:szCs w:val="24"/>
        </w:rPr>
        <w:t>ández</w:t>
      </w:r>
    </w:p>
    <w:p w:rsidR="007B47BB" w:rsidRPr="00E64F92" w:rsidRDefault="007B47BB" w:rsidP="007B47BB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>
        <w:rPr>
          <w:rFonts w:ascii="Arial" w:hAnsi="Arial" w:cs="Arial"/>
          <w:sz w:val="24"/>
          <w:szCs w:val="24"/>
        </w:rPr>
        <w:t xml:space="preserve"> </w:t>
      </w:r>
      <w:r w:rsidR="007E4454">
        <w:rPr>
          <w:rFonts w:ascii="Arial" w:hAnsi="Arial" w:cs="Arial"/>
          <w:sz w:val="24"/>
          <w:szCs w:val="24"/>
        </w:rPr>
        <w:t xml:space="preserve">Centro </w:t>
      </w:r>
      <w:r w:rsidR="007E4454" w:rsidRPr="007E4454">
        <w:rPr>
          <w:rFonts w:ascii="Arial" w:hAnsi="Arial" w:cs="Arial"/>
          <w:sz w:val="24"/>
          <w:szCs w:val="24"/>
        </w:rPr>
        <w:t>de Investigaciones y Pruebas Electroenergéticas (CIPEL)</w:t>
      </w:r>
      <w:r w:rsidR="007E4454">
        <w:rPr>
          <w:rFonts w:ascii="Arial" w:hAnsi="Arial" w:cs="Arial"/>
          <w:sz w:val="24"/>
          <w:szCs w:val="24"/>
        </w:rPr>
        <w:t>,</w:t>
      </w:r>
      <w:r w:rsidR="007E4454" w:rsidRPr="007E44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ISPJAE</w:t>
      </w:r>
      <w:r w:rsidR="007E4454">
        <w:rPr>
          <w:rFonts w:ascii="Arial" w:hAnsi="Arial" w:cs="Arial"/>
          <w:sz w:val="24"/>
          <w:szCs w:val="24"/>
        </w:rPr>
        <w:t>, La Habana</w:t>
      </w:r>
    </w:p>
    <w:p w:rsidR="007B47BB" w:rsidRPr="007B47BB" w:rsidRDefault="007B47BB" w:rsidP="007B47BB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7B47BB">
        <w:rPr>
          <w:rFonts w:ascii="Arial" w:hAnsi="Arial" w:cs="Arial"/>
          <w:sz w:val="24"/>
          <w:szCs w:val="24"/>
        </w:rPr>
        <w:t>Grado Científico: Doctor en Ciencias Técnicas</w:t>
      </w:r>
    </w:p>
    <w:p w:rsidR="007B47BB" w:rsidRDefault="007B47BB" w:rsidP="00A23796">
      <w:pPr>
        <w:pStyle w:val="Datosautores"/>
        <w:spacing w:after="120"/>
        <w:ind w:left="720" w:right="-11"/>
        <w:jc w:val="both"/>
        <w:rPr>
          <w:rFonts w:ascii="Arial" w:hAnsi="Arial" w:cs="Arial"/>
          <w:sz w:val="24"/>
          <w:szCs w:val="24"/>
        </w:rPr>
      </w:pPr>
      <w:r w:rsidRPr="007B47BB">
        <w:rPr>
          <w:rFonts w:ascii="Arial" w:hAnsi="Arial" w:cs="Arial"/>
          <w:sz w:val="24"/>
          <w:szCs w:val="24"/>
        </w:rPr>
        <w:t xml:space="preserve">E-mail: </w:t>
      </w:r>
      <w:hyperlink r:id="rId7" w:history="1">
        <w:r w:rsidRPr="001E4AD6">
          <w:rPr>
            <w:rStyle w:val="Hipervnculo"/>
            <w:rFonts w:ascii="Arial" w:hAnsi="Arial" w:cs="Arial"/>
            <w:sz w:val="24"/>
            <w:szCs w:val="24"/>
          </w:rPr>
          <w:t>mcastro@electrica.cujae.edu.cu</w:t>
        </w:r>
      </w:hyperlink>
    </w:p>
    <w:p w:rsidR="00F044B3" w:rsidRPr="00E64F92" w:rsidRDefault="00F044B3" w:rsidP="00F044B3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>
        <w:rPr>
          <w:rFonts w:ascii="Arial" w:hAnsi="Arial" w:cs="Arial"/>
          <w:sz w:val="24"/>
          <w:szCs w:val="24"/>
        </w:rPr>
        <w:t xml:space="preserve"> Carlos Cabal Mirabal</w:t>
      </w:r>
    </w:p>
    <w:p w:rsidR="00F044B3" w:rsidRPr="00E64F92" w:rsidRDefault="00F044B3" w:rsidP="00F044B3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>
        <w:rPr>
          <w:rFonts w:ascii="Arial" w:hAnsi="Arial" w:cs="Arial"/>
          <w:sz w:val="24"/>
          <w:szCs w:val="24"/>
        </w:rPr>
        <w:t xml:space="preserve"> Centro de Ingeniería Genética y Biotecnología, La Habana</w:t>
      </w:r>
    </w:p>
    <w:p w:rsidR="00F044B3" w:rsidRPr="00E64F92" w:rsidRDefault="00F044B3" w:rsidP="00F044B3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>
        <w:rPr>
          <w:rFonts w:ascii="Arial" w:hAnsi="Arial" w:cs="Arial"/>
          <w:sz w:val="24"/>
          <w:szCs w:val="24"/>
        </w:rPr>
        <w:t xml:space="preserve"> Doctor en Ciencias Físico-Matemáticas</w:t>
      </w:r>
    </w:p>
    <w:p w:rsidR="00F044B3" w:rsidRDefault="00F044B3" w:rsidP="00A23796">
      <w:pPr>
        <w:pStyle w:val="Datosautores"/>
        <w:spacing w:after="120"/>
        <w:ind w:left="720" w:right="-11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8" w:history="1">
        <w:r w:rsidRPr="00D51FF1">
          <w:rPr>
            <w:rStyle w:val="Hipervnculo"/>
            <w:rFonts w:ascii="Arial" w:hAnsi="Arial" w:cs="Arial"/>
            <w:sz w:val="24"/>
            <w:szCs w:val="24"/>
          </w:rPr>
          <w:t>carlos.cabal@infomed.sld.cu</w:t>
        </w:r>
      </w:hyperlink>
    </w:p>
    <w:p w:rsidR="00F044B3" w:rsidRPr="00E64F92" w:rsidRDefault="00F044B3" w:rsidP="00F044B3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>
        <w:rPr>
          <w:rFonts w:ascii="Arial" w:hAnsi="Arial" w:cs="Arial"/>
          <w:sz w:val="24"/>
          <w:szCs w:val="24"/>
        </w:rPr>
        <w:t xml:space="preserve"> Evelio Rafael González Dalmau</w:t>
      </w:r>
    </w:p>
    <w:p w:rsidR="00F044B3" w:rsidRPr="00E64F92" w:rsidRDefault="00F044B3" w:rsidP="00F044B3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>
        <w:rPr>
          <w:rFonts w:ascii="Arial" w:hAnsi="Arial" w:cs="Arial"/>
          <w:sz w:val="24"/>
          <w:szCs w:val="24"/>
        </w:rPr>
        <w:t xml:space="preserve"> Centro de Ingeniería Genética y Biotecnología, La Habana</w:t>
      </w:r>
    </w:p>
    <w:p w:rsidR="00F044B3" w:rsidRPr="00E64F92" w:rsidRDefault="00F044B3" w:rsidP="00F044B3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>
        <w:rPr>
          <w:rFonts w:ascii="Arial" w:hAnsi="Arial" w:cs="Arial"/>
          <w:sz w:val="24"/>
          <w:szCs w:val="24"/>
        </w:rPr>
        <w:t xml:space="preserve"> Doctor en Ciencias Técnicas</w:t>
      </w:r>
    </w:p>
    <w:p w:rsidR="00F044B3" w:rsidRPr="00E64F92" w:rsidRDefault="00F044B3" w:rsidP="00A23796">
      <w:pPr>
        <w:pStyle w:val="Datosautores"/>
        <w:spacing w:after="120"/>
        <w:ind w:left="720" w:right="-11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9" w:history="1">
        <w:r w:rsidRPr="00D51FF1">
          <w:rPr>
            <w:rStyle w:val="Hipervnculo"/>
            <w:rFonts w:ascii="Arial" w:hAnsi="Arial" w:cs="Arial"/>
            <w:sz w:val="24"/>
            <w:szCs w:val="24"/>
          </w:rPr>
          <w:t>evelio.gonzalez@infomed.sld.cu</w:t>
        </w:r>
      </w:hyperlink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 w:rsidR="008115F2">
        <w:rPr>
          <w:rFonts w:ascii="Arial" w:hAnsi="Arial" w:cs="Arial"/>
          <w:sz w:val="24"/>
          <w:szCs w:val="24"/>
        </w:rPr>
        <w:t xml:space="preserve"> </w:t>
      </w:r>
      <w:r w:rsidR="007E4454">
        <w:rPr>
          <w:rFonts w:ascii="Arial" w:hAnsi="Arial" w:cs="Arial"/>
          <w:sz w:val="24"/>
          <w:szCs w:val="24"/>
        </w:rPr>
        <w:t>Héctor Silvio Trujillo Alvarado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 w:rsidR="008115F2">
        <w:rPr>
          <w:rFonts w:ascii="Arial" w:hAnsi="Arial" w:cs="Arial"/>
          <w:sz w:val="24"/>
          <w:szCs w:val="24"/>
        </w:rPr>
        <w:t xml:space="preserve"> </w:t>
      </w:r>
      <w:r w:rsidR="007E4454">
        <w:rPr>
          <w:rFonts w:ascii="Arial" w:hAnsi="Arial" w:cs="Arial"/>
          <w:sz w:val="24"/>
          <w:szCs w:val="24"/>
        </w:rPr>
        <w:t xml:space="preserve">Centro de </w:t>
      </w:r>
      <w:r w:rsidR="007E4454" w:rsidRPr="007E4454">
        <w:rPr>
          <w:rFonts w:ascii="Arial" w:hAnsi="Arial" w:cs="Arial"/>
          <w:sz w:val="24"/>
          <w:szCs w:val="24"/>
        </w:rPr>
        <w:t>Investigaciones en Microelectrónica (CIME</w:t>
      </w:r>
      <w:r w:rsidR="007E4454">
        <w:rPr>
          <w:rFonts w:ascii="Arial" w:hAnsi="Arial" w:cs="Arial"/>
          <w:sz w:val="24"/>
          <w:szCs w:val="24"/>
        </w:rPr>
        <w:t>),</w:t>
      </w:r>
      <w:r w:rsidR="007E4454" w:rsidRPr="007E4454">
        <w:rPr>
          <w:rFonts w:ascii="Arial" w:hAnsi="Arial" w:cs="Arial"/>
          <w:sz w:val="24"/>
          <w:szCs w:val="24"/>
        </w:rPr>
        <w:t xml:space="preserve"> ISPJAE, La Habana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8115F2">
        <w:rPr>
          <w:rFonts w:ascii="Arial" w:hAnsi="Arial" w:cs="Arial"/>
          <w:sz w:val="24"/>
          <w:szCs w:val="24"/>
        </w:rPr>
        <w:t xml:space="preserve"> </w:t>
      </w:r>
      <w:r w:rsidR="007E4454" w:rsidRPr="007E4454">
        <w:rPr>
          <w:rFonts w:ascii="Arial" w:hAnsi="Arial" w:cs="Arial"/>
          <w:sz w:val="24"/>
          <w:szCs w:val="24"/>
        </w:rPr>
        <w:t>Doctor en Ciencias Técnicas</w:t>
      </w:r>
    </w:p>
    <w:p w:rsidR="00A23796" w:rsidRPr="00A23796" w:rsidRDefault="00E64F92" w:rsidP="00A23796">
      <w:pPr>
        <w:pStyle w:val="Datosautores"/>
        <w:spacing w:after="120"/>
        <w:ind w:left="720" w:right="-11"/>
        <w:jc w:val="both"/>
        <w:rPr>
          <w:rFonts w:ascii="Arial" w:hAnsi="Arial" w:cs="Arial"/>
          <w:sz w:val="24"/>
          <w:szCs w:val="24"/>
        </w:rPr>
      </w:pPr>
      <w:r w:rsidRPr="00A23796">
        <w:rPr>
          <w:rFonts w:ascii="Arial" w:hAnsi="Arial" w:cs="Arial"/>
          <w:sz w:val="24"/>
          <w:szCs w:val="24"/>
        </w:rPr>
        <w:lastRenderedPageBreak/>
        <w:t xml:space="preserve">E-mail: </w:t>
      </w:r>
      <w:hyperlink r:id="rId10" w:history="1">
        <w:r w:rsidR="00A23796" w:rsidRPr="001E4AD6">
          <w:rPr>
            <w:rStyle w:val="Hipervnculo"/>
            <w:rFonts w:ascii="Arial" w:hAnsi="Arial" w:cs="Arial"/>
            <w:sz w:val="24"/>
            <w:szCs w:val="24"/>
          </w:rPr>
          <w:t>hector.trujillo@electrica.cujae.edu.cu</w:t>
        </w:r>
      </w:hyperlink>
      <w:r w:rsidR="00A23796" w:rsidRPr="00A23796">
        <w:rPr>
          <w:rFonts w:ascii="Arial" w:hAnsi="Arial" w:cs="Arial"/>
          <w:sz w:val="24"/>
          <w:szCs w:val="24"/>
        </w:rPr>
        <w:t>.</w:t>
      </w:r>
    </w:p>
    <w:p w:rsidR="007E4454" w:rsidRPr="00E64F92" w:rsidRDefault="007E4454" w:rsidP="007E4454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>
        <w:rPr>
          <w:rFonts w:ascii="Arial" w:hAnsi="Arial" w:cs="Arial"/>
          <w:sz w:val="24"/>
          <w:szCs w:val="24"/>
        </w:rPr>
        <w:t xml:space="preserve"> Ángel Regueiro Gómez</w:t>
      </w:r>
    </w:p>
    <w:p w:rsidR="007E4454" w:rsidRPr="00E64F92" w:rsidRDefault="007E4454" w:rsidP="007E4454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>
        <w:rPr>
          <w:rFonts w:ascii="Arial" w:hAnsi="Arial" w:cs="Arial"/>
          <w:sz w:val="24"/>
          <w:szCs w:val="24"/>
        </w:rPr>
        <w:t xml:space="preserve"> </w:t>
      </w:r>
      <w:r w:rsidR="00A23796">
        <w:rPr>
          <w:rFonts w:ascii="Arial" w:hAnsi="Arial" w:cs="Arial"/>
          <w:sz w:val="24"/>
          <w:szCs w:val="24"/>
        </w:rPr>
        <w:t>Centro de</w:t>
      </w:r>
      <w:r w:rsidRPr="007E4454">
        <w:rPr>
          <w:rFonts w:ascii="Arial" w:hAnsi="Arial" w:cs="Arial"/>
          <w:sz w:val="24"/>
          <w:szCs w:val="24"/>
        </w:rPr>
        <w:t xml:space="preserve"> Bioingeniería (CEBIO), </w:t>
      </w:r>
      <w:r>
        <w:rPr>
          <w:rFonts w:ascii="Arial" w:hAnsi="Arial" w:cs="Arial"/>
          <w:sz w:val="24"/>
          <w:szCs w:val="24"/>
        </w:rPr>
        <w:t>ISPJAE, La Habana</w:t>
      </w:r>
    </w:p>
    <w:p w:rsidR="007E4454" w:rsidRPr="00E64F92" w:rsidRDefault="007E4454" w:rsidP="007E4454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>
        <w:rPr>
          <w:rFonts w:ascii="Arial" w:hAnsi="Arial" w:cs="Arial"/>
          <w:sz w:val="24"/>
          <w:szCs w:val="24"/>
        </w:rPr>
        <w:t xml:space="preserve"> Doctor en Ciencias Técnicas</w:t>
      </w:r>
    </w:p>
    <w:p w:rsidR="00A97A62" w:rsidRPr="00E64F92" w:rsidRDefault="007E4454" w:rsidP="007E4454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11" w:history="1">
        <w:r w:rsidRPr="00D51FF1">
          <w:rPr>
            <w:rStyle w:val="Hipervnculo"/>
            <w:rFonts w:ascii="Arial" w:hAnsi="Arial" w:cs="Arial"/>
            <w:sz w:val="24"/>
            <w:szCs w:val="24"/>
          </w:rPr>
          <w:t>regueiro@electrica.cujae.edu.cu</w:t>
        </w:r>
      </w:hyperlink>
    </w:p>
    <w:p w:rsidR="00E64F92" w:rsidRDefault="00E64F92" w:rsidP="007E4454">
      <w:pPr>
        <w:pStyle w:val="Datosautores"/>
        <w:spacing w:before="120"/>
        <w:ind w:right="-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B15B70">
        <w:rPr>
          <w:rFonts w:ascii="Arial" w:hAnsi="Arial" w:cs="Arial"/>
          <w:sz w:val="24"/>
          <w:szCs w:val="24"/>
        </w:rPr>
        <w:t xml:space="preserve"> correspondencia de intercambio co</w:t>
      </w:r>
      <w:r w:rsidR="00574D01">
        <w:rPr>
          <w:rFonts w:ascii="Arial" w:hAnsi="Arial" w:cs="Arial"/>
          <w:sz w:val="24"/>
          <w:szCs w:val="24"/>
        </w:rPr>
        <w:t>n la revista será realizada por</w:t>
      </w:r>
      <w:r w:rsidR="00B15B70">
        <w:rPr>
          <w:rFonts w:ascii="Arial" w:hAnsi="Arial" w:cs="Arial"/>
          <w:sz w:val="24"/>
          <w:szCs w:val="24"/>
        </w:rPr>
        <w:t>:</w:t>
      </w:r>
    </w:p>
    <w:p w:rsidR="00E64F92" w:rsidRDefault="00574D01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Fidel Gilart González</w:t>
      </w:r>
      <w:r w:rsidR="00B15B70">
        <w:rPr>
          <w:rFonts w:ascii="Arial" w:hAnsi="Arial" w:cs="Arial"/>
          <w:sz w:val="24"/>
          <w:szCs w:val="24"/>
        </w:rPr>
        <w:t>:</w:t>
      </w:r>
    </w:p>
    <w:p w:rsidR="00B15B70" w:rsidRPr="00B15B70" w:rsidRDefault="00B15B70" w:rsidP="00A20E69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 w:rsidRPr="00B15B70">
        <w:rPr>
          <w:rFonts w:ascii="Arial" w:hAnsi="Arial" w:cs="Arial"/>
          <w:i/>
          <w:sz w:val="24"/>
          <w:szCs w:val="24"/>
        </w:rPr>
        <w:t>Email:</w:t>
      </w:r>
      <w:r w:rsidR="00574D01">
        <w:rPr>
          <w:rFonts w:ascii="Arial" w:hAnsi="Arial" w:cs="Arial"/>
          <w:i/>
          <w:sz w:val="24"/>
          <w:szCs w:val="24"/>
        </w:rPr>
        <w:t xml:space="preserve"> fgg@uo.edu.cu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autores certificamos que el trabajo que se está proponiendo no será enviado a otra revista para su evaluación durante el proceso de r</w:t>
      </w:r>
      <w:r w:rsidR="00574D01">
        <w:rPr>
          <w:rFonts w:ascii="Arial" w:hAnsi="Arial" w:cs="Arial"/>
          <w:sz w:val="24"/>
          <w:szCs w:val="24"/>
        </w:rPr>
        <w:t>evisión del mismo en RIELAC</w:t>
      </w:r>
      <w:r>
        <w:rPr>
          <w:rFonts w:ascii="Arial" w:hAnsi="Arial" w:cs="Arial"/>
          <w:sz w:val="24"/>
          <w:szCs w:val="24"/>
        </w:rPr>
        <w:t>.</w:t>
      </w: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Saludos cordiales </w:t>
      </w:r>
    </w:p>
    <w:p w:rsidR="00B15B70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8259F4" w:rsidRDefault="008259F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Pedro Severo Infante Moreira</w:t>
      </w:r>
    </w:p>
    <w:p w:rsidR="00B15B70" w:rsidRDefault="00574D01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Fidel Gilart González</w:t>
      </w:r>
    </w:p>
    <w:p w:rsidR="00A97A62" w:rsidRDefault="00A97A6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97A62" w:rsidRPr="00E64F92" w:rsidRDefault="00A97A6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sectPr w:rsidR="00A97A62" w:rsidRPr="00E64F92" w:rsidSect="00A20E69">
      <w:type w:val="continuous"/>
      <w:pgSz w:w="12242" w:h="15842" w:code="1"/>
      <w:pgMar w:top="1417" w:right="1701" w:bottom="1417" w:left="1701" w:header="851" w:footer="720" w:gutter="0"/>
      <w:cols w:sep="1" w:space="335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96A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A150242"/>
    <w:multiLevelType w:val="singleLevel"/>
    <w:tmpl w:val="AFA268AA"/>
    <w:lvl w:ilvl="0">
      <w:start w:val="1"/>
      <w:numFmt w:val="bullet"/>
      <w:pStyle w:val="Listadepunt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0A2E85"/>
    <w:multiLevelType w:val="singleLevel"/>
    <w:tmpl w:val="BB42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227648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28618B"/>
    <w:multiLevelType w:val="hybridMultilevel"/>
    <w:tmpl w:val="A6967AB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F3DA7"/>
    <w:multiLevelType w:val="hybridMultilevel"/>
    <w:tmpl w:val="FE0481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intFractionalCharacterWidth/>
  <w:bordersDoNotSurroundHeader/>
  <w:bordersDoNotSurroundFooter/>
  <w:activeWritingStyle w:appName="MSWord" w:lang="es-ES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33"/>
    <w:rsid w:val="000156B2"/>
    <w:rsid w:val="00021153"/>
    <w:rsid w:val="000476FA"/>
    <w:rsid w:val="000B0DAC"/>
    <w:rsid w:val="000C5348"/>
    <w:rsid w:val="000D5271"/>
    <w:rsid w:val="0014711A"/>
    <w:rsid w:val="001A30D0"/>
    <w:rsid w:val="001F5106"/>
    <w:rsid w:val="0020497A"/>
    <w:rsid w:val="00321D03"/>
    <w:rsid w:val="00354457"/>
    <w:rsid w:val="00366585"/>
    <w:rsid w:val="003D259C"/>
    <w:rsid w:val="00411FCC"/>
    <w:rsid w:val="00465C76"/>
    <w:rsid w:val="004B5E1E"/>
    <w:rsid w:val="005330AC"/>
    <w:rsid w:val="00574D01"/>
    <w:rsid w:val="00597540"/>
    <w:rsid w:val="005D1FCC"/>
    <w:rsid w:val="006C4333"/>
    <w:rsid w:val="0071359C"/>
    <w:rsid w:val="007477AA"/>
    <w:rsid w:val="00751D64"/>
    <w:rsid w:val="00754862"/>
    <w:rsid w:val="00766420"/>
    <w:rsid w:val="00767F63"/>
    <w:rsid w:val="00777B0D"/>
    <w:rsid w:val="007B47BB"/>
    <w:rsid w:val="007C1592"/>
    <w:rsid w:val="007E4454"/>
    <w:rsid w:val="008115F2"/>
    <w:rsid w:val="008259F4"/>
    <w:rsid w:val="008671C9"/>
    <w:rsid w:val="008A1985"/>
    <w:rsid w:val="008A48CC"/>
    <w:rsid w:val="00935F18"/>
    <w:rsid w:val="009A0941"/>
    <w:rsid w:val="00A20E69"/>
    <w:rsid w:val="00A23796"/>
    <w:rsid w:val="00A45276"/>
    <w:rsid w:val="00A75D54"/>
    <w:rsid w:val="00A97A62"/>
    <w:rsid w:val="00AB66BA"/>
    <w:rsid w:val="00B15B70"/>
    <w:rsid w:val="00B21A9A"/>
    <w:rsid w:val="00CD3C67"/>
    <w:rsid w:val="00D16762"/>
    <w:rsid w:val="00D6603D"/>
    <w:rsid w:val="00D97EF7"/>
    <w:rsid w:val="00E444B3"/>
    <w:rsid w:val="00E64F92"/>
    <w:rsid w:val="00F044B3"/>
    <w:rsid w:val="00F4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os.cabal@infomed.sld.c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mcastro@electrica.cujae.edu.c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regueiro@electrica.cujae.edu.c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ector.trujillo@electrica.cujae.edu.c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velio.gonzalez@infomed.sld.c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SAY\Cosas%20de%20trabajo\Revista%20Digital%20RIEAC\Gesti&#243;n%20de%20la%20revista\Gestion\Plantillas\Plantilla_art&#237;c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Plantilla_artículo</Template>
  <TotalTime>34</TotalTime>
  <Pages>2</Pages>
  <Words>398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revista electronica cujae</vt:lpstr>
    </vt:vector>
  </TitlesOfParts>
  <Company>IST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revista electronica cujae</dc:title>
  <dc:creator>WinuE</dc:creator>
  <cp:lastModifiedBy>cm</cp:lastModifiedBy>
  <cp:revision>7</cp:revision>
  <cp:lastPrinted>2011-10-31T19:06:00Z</cp:lastPrinted>
  <dcterms:created xsi:type="dcterms:W3CDTF">2017-10-11T14:03:00Z</dcterms:created>
  <dcterms:modified xsi:type="dcterms:W3CDTF">2017-10-12T17:15:00Z</dcterms:modified>
</cp:coreProperties>
</file>